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894B2" w14:textId="75EA324D" w:rsidR="007E59C8" w:rsidRPr="005373E1" w:rsidRDefault="007E59C8" w:rsidP="005A1C84">
      <w:pPr>
        <w:jc w:val="center"/>
        <w:rPr>
          <w:rFonts w:asciiTheme="minorHAnsi" w:hAnsiTheme="minorHAnsi" w:cstheme="minorHAnsi"/>
          <w:sz w:val="40"/>
          <w:szCs w:val="40"/>
          <w:lang w:val="en-US"/>
        </w:rPr>
      </w:pPr>
      <w:r w:rsidRPr="005373E1">
        <w:rPr>
          <w:rFonts w:asciiTheme="minorHAnsi" w:hAnsiTheme="minorHAnsi" w:cstheme="minorHAnsi"/>
          <w:sz w:val="40"/>
          <w:szCs w:val="40"/>
          <w:lang w:val="en-US"/>
        </w:rPr>
        <w:t>Supplementary File</w:t>
      </w:r>
      <w:r w:rsidR="00C73056">
        <w:rPr>
          <w:rFonts w:asciiTheme="minorHAnsi" w:hAnsiTheme="minorHAnsi" w:cstheme="minorHAnsi"/>
          <w:sz w:val="40"/>
          <w:szCs w:val="40"/>
          <w:lang w:val="en-US"/>
        </w:rPr>
        <w:t xml:space="preserve"> 1</w:t>
      </w:r>
    </w:p>
    <w:p w14:paraId="03778194" w14:textId="374E0E21" w:rsidR="007E59C8" w:rsidRPr="005373E1" w:rsidRDefault="007E59C8" w:rsidP="005A1C84">
      <w:pPr>
        <w:jc w:val="center"/>
        <w:rPr>
          <w:rFonts w:asciiTheme="minorHAnsi" w:hAnsiTheme="minorHAnsi" w:cstheme="minorHAnsi"/>
          <w:sz w:val="40"/>
          <w:szCs w:val="40"/>
          <w:lang w:val="en-US"/>
        </w:rPr>
      </w:pPr>
      <w:r w:rsidRPr="005373E1">
        <w:rPr>
          <w:rFonts w:asciiTheme="minorHAnsi" w:hAnsiTheme="minorHAnsi" w:cstheme="minorHAnsi"/>
          <w:sz w:val="40"/>
          <w:szCs w:val="40"/>
          <w:lang w:val="en-US"/>
        </w:rPr>
        <w:t>Search Strategies</w:t>
      </w:r>
    </w:p>
    <w:p w14:paraId="76EC9837" w14:textId="77777777" w:rsidR="005373E1" w:rsidRDefault="005373E1" w:rsidP="005A1C84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D2E9A9C" w14:textId="3A801EB7" w:rsidR="00C72A4C" w:rsidRPr="00EB79F7" w:rsidRDefault="00716BE7" w:rsidP="005A1C84">
      <w:pPr>
        <w:rPr>
          <w:rFonts w:asciiTheme="minorHAnsi" w:hAnsiTheme="minorHAnsi" w:cstheme="minorHAnsi"/>
          <w:sz w:val="40"/>
          <w:szCs w:val="40"/>
          <w:lang w:val="en-US"/>
        </w:rPr>
      </w:pPr>
      <w:r w:rsidRPr="00EB79F7">
        <w:rPr>
          <w:rFonts w:asciiTheme="minorHAnsi" w:hAnsiTheme="minorHAnsi" w:cstheme="minorHAnsi"/>
          <w:sz w:val="40"/>
          <w:szCs w:val="40"/>
          <w:lang w:val="en-US"/>
        </w:rPr>
        <w:t>Medline</w:t>
      </w:r>
    </w:p>
    <w:p w14:paraId="6027335C" w14:textId="77777777" w:rsidR="005373E1" w:rsidRPr="005373E1" w:rsidRDefault="005373E1" w:rsidP="005A1C84">
      <w:pPr>
        <w:rPr>
          <w:rFonts w:asciiTheme="minorHAnsi" w:hAnsiTheme="minorHAnsi" w:cstheme="minorHAnsi"/>
          <w:sz w:val="36"/>
          <w:szCs w:val="36"/>
          <w:lang w:val="en-US"/>
        </w:rPr>
      </w:pPr>
    </w:p>
    <w:tbl>
      <w:tblPr>
        <w:tblW w:w="9915" w:type="dxa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9541"/>
      </w:tblGrid>
      <w:tr w:rsidR="007E59C8" w:rsidRPr="005373E1" w14:paraId="68A1D10C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5DC58B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b/>
                <w:bCs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b/>
                <w:bCs/>
                <w:color w:val="0A0905"/>
                <w:sz w:val="22"/>
                <w:szCs w:val="22"/>
                <w:lang w:eastAsia="zh-CN"/>
              </w:rPr>
              <w:t>#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703A16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b/>
                <w:bCs/>
                <w:color w:val="0A0905"/>
                <w:sz w:val="22"/>
                <w:szCs w:val="22"/>
                <w:lang w:eastAsia="zh-CN"/>
              </w:rPr>
            </w:pPr>
            <w:proofErr w:type="spellStart"/>
            <w:r w:rsidRPr="005373E1">
              <w:rPr>
                <w:rFonts w:asciiTheme="minorHAnsi" w:eastAsia="Times New Roman" w:hAnsiTheme="minorHAnsi" w:cstheme="minorHAnsi"/>
                <w:b/>
                <w:bCs/>
                <w:color w:val="0A0905"/>
                <w:sz w:val="22"/>
                <w:szCs w:val="22"/>
                <w:lang w:eastAsia="zh-CN"/>
              </w:rPr>
              <w:t>Searches</w:t>
            </w:r>
            <w:proofErr w:type="spellEnd"/>
          </w:p>
        </w:tc>
      </w:tr>
      <w:tr w:rsidR="007E59C8" w:rsidRPr="005373E1" w14:paraId="06408CD6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2DDBA17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F38BA15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exp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Dietary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 xml:space="preserve"> Fats/</w:t>
            </w:r>
          </w:p>
        </w:tc>
      </w:tr>
      <w:tr w:rsidR="007E59C8" w:rsidRPr="00EB79F7" w14:paraId="07D4708E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67A0D7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9253AA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Fatty Acids/ or Fatty Acids, Essential/ or Fatty Acids, Monounsaturated/ or Fatty Acids, Unsaturated/ or Trans Fatty Acids/</w:t>
            </w:r>
          </w:p>
        </w:tc>
      </w:tr>
      <w:tr w:rsidR="007E59C8" w:rsidRPr="00EB79F7" w14:paraId="5B4E5108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BEEAA75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E0E5786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exp Fatty Acids, Omega-3/ or exp Fatty Acids, Omega-6/</w:t>
            </w:r>
          </w:p>
        </w:tc>
      </w:tr>
      <w:tr w:rsidR="007E59C8" w:rsidRPr="00EB79F7" w14:paraId="7B9D4438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877F96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369BF8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8,11,14-Eicosatrienoic Acid/ or Arachidonic Acid/ or Caproates/ or Caprylates/ or Decanoic Acids/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Eicosanoic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Acids/ or Lauric Acids/ or Myristic Acid/ or Oleic Acid/ or Palmitic Acid/ or Plant Oils/ or Stearic Acids/</w:t>
            </w:r>
          </w:p>
        </w:tc>
      </w:tr>
      <w:tr w:rsidR="007E59C8" w:rsidRPr="00EB79F7" w14:paraId="4A13763A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4F0B48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270BB93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(fatty acid* adj3 (long chain or medium chain or n3 or n-3 or n6 or n-6 or odd chain or omega-3 or omega-6)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EB79F7" w14:paraId="76D7840E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AB7C17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C46336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(fatty acid* and (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consum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* or diet* or intake or ingest*)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EB79F7" w14:paraId="03D305BA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4F21262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B818D7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(butter or dietary fat* or dressing* or ghee or lard or margarine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EB79F7" w14:paraId="1E23C967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8F7368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4B3786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((fatty acid* or fat or fats) adj3 (conjugated or essential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monounsaturat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*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polyunsaturat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*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saturat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* or trans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unsaturat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*)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EB79F7" w14:paraId="5B6CDFD4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DF24736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A2D7CE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(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dha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epa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mufa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or lc-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pufa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pufa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sfa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tfa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transfat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*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EB79F7" w14:paraId="7835780C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AD3ABE4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5764EE7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(oil? and (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consum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* or diet* or intake or ingest*)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EB79F7" w14:paraId="7539F6F5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4B4AF0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11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186A64B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(8,11,14-Eicosatrienoic acid or alpha-Linolenic acid or arachidic acid or arachidonic acid or behenic acid or caproates or capric acids or caprylates or decanoic acids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cervonic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cerotic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dihomo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-gamma-linolenic acid or docosahexaenoic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docosanoic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eicosanoic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acids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eicosapentaneoic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elaic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gamma-linolenic acid or gondoic acid or heptadecanoic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hexacosanoic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icosapentaenoic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lauric acids or lignoceric acid or linoleic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linolelaidic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margaric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montanic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myristic acid or octanoic acid or oleic acid or palmitoleic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palmitole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* acid or palmitic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paullinic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pentadecanoic acid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pentadecylic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 or stearic acids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stearidonic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acid).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5373E1" w14:paraId="0FB0E5BF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BC3FBC5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9E7FDF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or/1-11</w:t>
            </w:r>
          </w:p>
        </w:tc>
      </w:tr>
      <w:tr w:rsidR="007E59C8" w:rsidRPr="00EB79F7" w14:paraId="1D51D271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6A7C4C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13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2F3404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Cognition Disorders/ or Cognitive Dysfunction/ or exp Dementia/</w:t>
            </w:r>
          </w:p>
        </w:tc>
      </w:tr>
      <w:tr w:rsidR="007E59C8" w:rsidRPr="00EB79F7" w14:paraId="47AEF84D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02E8DA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14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ABEF0C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(Alzheimer* or aphasia or Binswanger* or CADASIL or CADASILM or dementia* or frontotemporal lobar degeneration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EB79F7" w14:paraId="38AB2440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7880D6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F34393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(cognit* adj2 (decline or disorder* or dysfunction* or impair*)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EB79F7" w14:paraId="2392C3D4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9A713D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F6EE4C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(subcortical adj3 (encephalopathy or leukoencephalopathy)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5373E1" w14:paraId="35787775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6F54D0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A157D43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or/13-16</w:t>
            </w:r>
          </w:p>
        </w:tc>
      </w:tr>
      <w:tr w:rsidR="007E59C8" w:rsidRPr="005373E1" w14:paraId="0AF28A49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8BA1C3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C9A303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12 and 17</w:t>
            </w:r>
          </w:p>
        </w:tc>
      </w:tr>
      <w:tr w:rsidR="007E59C8" w:rsidRPr="00EB79F7" w14:paraId="288F1817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AFCE51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19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8AAAF5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Middle Aged/ or exp Aged/</w:t>
            </w:r>
          </w:p>
        </w:tc>
      </w:tr>
      <w:tr w:rsidR="007E59C8" w:rsidRPr="00EB79F7" w14:paraId="41C116CA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49BEED8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2688B2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(aged or aging or ageing or elder* or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geriatr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* or sexagenarian* or septuagenarian* or octogenarian* or nonagenarian* or centenarian* or middle* age* or old age or old* adult* or old* individual* or old* men or old* man or old* patient* or old* people or old* person* or old* population* or old* woman or old* women or oldest old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EB79F7" w14:paraId="3A94706C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94155B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70412F4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(("5#" or "6#" or "7#" or "8#" or "9#") adj3 year? adj3 (age* or old*)</w:t>
            </w:r>
            <w:proofErr w:type="gram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).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ti</w:t>
            </w:r>
            <w:proofErr w:type="gram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,ab,kf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.</w:t>
            </w:r>
          </w:p>
        </w:tc>
      </w:tr>
      <w:tr w:rsidR="007E59C8" w:rsidRPr="005373E1" w14:paraId="457F4D1A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A9C390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22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C04D77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or/19-21</w:t>
            </w:r>
          </w:p>
        </w:tc>
      </w:tr>
      <w:tr w:rsidR="007E59C8" w:rsidRPr="005373E1" w14:paraId="4770F06B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FBDA7CD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lastRenderedPageBreak/>
              <w:t>23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9DB36A4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18 and 22</w:t>
            </w:r>
          </w:p>
        </w:tc>
      </w:tr>
      <w:tr w:rsidR="007E59C8" w:rsidRPr="00EB79F7" w14:paraId="7466374F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C40C1E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24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11AD2B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23 not (animals not humans).sh.</w:t>
            </w:r>
          </w:p>
        </w:tc>
      </w:tr>
      <w:tr w:rsidR="007E59C8" w:rsidRPr="00EB79F7" w14:paraId="47AED8FE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64C6D1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25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52BEFCF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limit 24 to (congress or consensus development conference or consensus development conference, 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nih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 xml:space="preserve"> or editorial or festschrift or guideline or historical article or interview or lecture or letter or "</w:t>
            </w:r>
            <w:proofErr w:type="spellStart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meta analysis</w:t>
            </w:r>
            <w:proofErr w:type="spellEnd"/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val="en-US" w:eastAsia="zh-CN"/>
              </w:rPr>
              <w:t>" or news or newspaper article or personal narrative or portrait or "review" or "systematic review")</w:t>
            </w:r>
          </w:p>
        </w:tc>
      </w:tr>
      <w:tr w:rsidR="007E59C8" w:rsidRPr="005373E1" w14:paraId="3F95BF29" w14:textId="77777777" w:rsidTr="007E59C8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C76AE2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26</w:t>
            </w:r>
          </w:p>
        </w:tc>
        <w:tc>
          <w:tcPr>
            <w:tcW w:w="9564" w:type="dxa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25C208B" w14:textId="77777777" w:rsidR="007E59C8" w:rsidRPr="005373E1" w:rsidRDefault="007E59C8" w:rsidP="005A1C84">
            <w:pPr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</w:pPr>
            <w:r w:rsidRPr="005373E1">
              <w:rPr>
                <w:rFonts w:asciiTheme="minorHAnsi" w:eastAsia="Times New Roman" w:hAnsiTheme="minorHAnsi" w:cstheme="minorHAnsi"/>
                <w:color w:val="0A0905"/>
                <w:sz w:val="22"/>
                <w:szCs w:val="22"/>
                <w:lang w:eastAsia="zh-CN"/>
              </w:rPr>
              <w:t>24 not 25</w:t>
            </w:r>
          </w:p>
        </w:tc>
      </w:tr>
    </w:tbl>
    <w:p w14:paraId="5AAC450F" w14:textId="5869C1D7" w:rsidR="00284F79" w:rsidRPr="005373E1" w:rsidRDefault="00284F79" w:rsidP="005A1C84">
      <w:pPr>
        <w:rPr>
          <w:rFonts w:asciiTheme="minorHAnsi" w:hAnsiTheme="minorHAnsi" w:cstheme="minorHAnsi"/>
          <w:sz w:val="22"/>
          <w:szCs w:val="22"/>
        </w:rPr>
      </w:pPr>
    </w:p>
    <w:p w14:paraId="3BE82860" w14:textId="77777777" w:rsidR="005373E1" w:rsidRDefault="005373E1" w:rsidP="005A1C84">
      <w:pPr>
        <w:rPr>
          <w:rFonts w:asciiTheme="minorHAnsi" w:hAnsiTheme="minorHAnsi" w:cstheme="minorHAnsi"/>
          <w:sz w:val="22"/>
          <w:szCs w:val="22"/>
        </w:rPr>
      </w:pPr>
    </w:p>
    <w:p w14:paraId="457C2E80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1C2BDDE3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238007B9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60B9E166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084418E9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5D16BB7C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25B934AF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38713473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6C896503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628DDF7F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61B5815E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46F51C90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4B5A586F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2D5D7AE3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13562EC8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35922F89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5AB3F164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475A75DF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695ADCD7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56C2F33C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4E494FCC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16477628" w14:textId="77777777" w:rsid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09773F4F" w14:textId="28E5E323" w:rsidR="00716BE7" w:rsidRDefault="00716BE7" w:rsidP="005A1C84">
      <w:pPr>
        <w:rPr>
          <w:rFonts w:asciiTheme="minorHAnsi" w:hAnsiTheme="minorHAnsi" w:cstheme="minorHAnsi"/>
          <w:sz w:val="40"/>
          <w:szCs w:val="40"/>
          <w:lang w:val="en-US"/>
        </w:rPr>
      </w:pPr>
      <w:r w:rsidRPr="005373E1">
        <w:rPr>
          <w:rFonts w:asciiTheme="minorHAnsi" w:hAnsiTheme="minorHAnsi" w:cstheme="minorHAnsi"/>
          <w:sz w:val="40"/>
          <w:szCs w:val="40"/>
          <w:lang w:val="en-US"/>
        </w:rPr>
        <w:lastRenderedPageBreak/>
        <w:t>Embase</w:t>
      </w:r>
    </w:p>
    <w:p w14:paraId="5E4E2FE3" w14:textId="77777777" w:rsidR="005373E1" w:rsidRPr="005373E1" w:rsidRDefault="005373E1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0587EE15" w14:textId="77777777" w:rsidR="007E59C8" w:rsidRPr="005373E1" w:rsidRDefault="007E59C8" w:rsidP="005A1C84">
      <w:pPr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</w:pPr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('fat intake'/de OR 'fatty acid'/de OR 'essential fatty acid'/exp OR 'monounsaturated fatty acid'/de OR 'unsaturated fatty acid'/de OR 'trans fatty acid'/de OR 'omega 3 fatty acid'/de OR 'omega 6 fatty acid'/de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daleuton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'/de OR 'hexanoic acid derivative'/de OR 'octanoic acid derivative'/de OR 'decanoic acid'/de OR 'arachidic acid'/de OR 'lauric acid derivative'/de OR 'myristic acid'/de OR 'oleic acid'/de OR 'palmitic acid'/de OR 'vegetable oil'/de OR 'stearic acid derivative'/de OR 'docosahexaenoic acid'/de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icosapentaenoic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acid'/de OR 'conjugated linoleic acid'/de OR (('fatty acid*' NEAR/3 ('long chain' OR 'medium chain' OR n3 OR 'n-3' OR n6 OR 'n-6' OR 'odd chain' OR 'omega-3' OR 'omega-6')):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) OR ('fatty acid*':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AND (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consum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*: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diet*: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intake:ti,ab,kw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ingest*: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)) OR 'butter'/de OR 'dressing'/de OR 'ghee'/de OR 'lard'/de OR 'margarine'/de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butter:ti,ab,kw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'dietary fat*':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dressing*: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'fat intake':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ghee:ti,ab,kw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lard:ti,ab,kw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margarin:ti,ab,kw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((('fatty acid*' OR fat OR fats) NEAR/3 (conjugated OR essential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monounsaturat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*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polyunsaturat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*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saturat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* OR trans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unsaturat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*)):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)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dha:ti,ab,kw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epa:ti,ab,kw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mufa:ti,ab,kw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'lc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pufa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pufa:ti,ab,kw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sfa:ti,ab,kw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tfa:ti,ab,kw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transfat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*: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'corn oil'/de OR ‘cotton seed oil’/de OR ‘cooking oil’/de OR ‘edible oil’/de OR ‘olive oil’/exp OR ‘vegetable oil’/de OR ‘safflower oil’/de OR ‘sesame seed oil’/de OR ‘soybean oil’/de OR (oil$: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AND (</w:t>
      </w:r>
      <w:proofErr w:type="spellStart"/>
      <w:r w:rsidRPr="005373E1">
        <w:rPr>
          <w:rFonts w:asciiTheme="minorHAnsi" w:hAnsiTheme="minorHAnsi" w:cstheme="minorHAnsi"/>
          <w:bCs/>
          <w:color w:val="505050"/>
          <w:spacing w:val="2"/>
          <w:sz w:val="22"/>
          <w:szCs w:val="22"/>
          <w:shd w:val="clear" w:color="auto" w:fill="F5F5F5"/>
          <w:lang w:val="en-US"/>
        </w:rPr>
        <w:t>consum</w:t>
      </w:r>
      <w:proofErr w:type="spellEnd"/>
      <w:r w:rsidRPr="005373E1">
        <w:rPr>
          <w:rFonts w:asciiTheme="minorHAnsi" w:hAnsiTheme="minorHAnsi" w:cstheme="minorHAnsi"/>
          <w:b/>
          <w:bCs/>
          <w:color w:val="505050"/>
          <w:spacing w:val="2"/>
          <w:sz w:val="22"/>
          <w:szCs w:val="22"/>
          <w:shd w:val="clear" w:color="auto" w:fill="F5F5F5"/>
          <w:lang w:val="en-US"/>
        </w:rPr>
        <w:t>*</w:t>
      </w:r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 </w:t>
      </w:r>
      <w:r w:rsidRPr="005373E1">
        <w:rPr>
          <w:rFonts w:asciiTheme="minorHAnsi" w:hAnsiTheme="minorHAnsi" w:cstheme="minorHAnsi"/>
          <w:bCs/>
          <w:color w:val="505050"/>
          <w:spacing w:val="2"/>
          <w:sz w:val="22"/>
          <w:szCs w:val="22"/>
          <w:shd w:val="clear" w:color="auto" w:fill="F5F5F5"/>
          <w:lang w:val="en-US"/>
        </w:rPr>
        <w:t>diet*</w:t>
      </w:r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 </w:t>
      </w:r>
      <w:proofErr w:type="spellStart"/>
      <w:r w:rsidRPr="005373E1">
        <w:rPr>
          <w:rFonts w:asciiTheme="minorHAnsi" w:hAnsiTheme="minorHAnsi" w:cstheme="minorHAnsi"/>
          <w:bCs/>
          <w:color w:val="505050"/>
          <w:spacing w:val="2"/>
          <w:sz w:val="22"/>
          <w:szCs w:val="22"/>
          <w:shd w:val="clear" w:color="auto" w:fill="F5F5F5"/>
          <w:lang w:val="en-US"/>
        </w:rPr>
        <w:t>intake</w:t>
      </w:r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 </w:t>
      </w:r>
      <w:r w:rsidRPr="005373E1">
        <w:rPr>
          <w:rFonts w:asciiTheme="minorHAnsi" w:hAnsiTheme="minorHAnsi" w:cstheme="minorHAnsi"/>
          <w:bCs/>
          <w:color w:val="505050"/>
          <w:spacing w:val="2"/>
          <w:sz w:val="22"/>
          <w:szCs w:val="22"/>
          <w:shd w:val="clear" w:color="auto" w:fill="F5F5F5"/>
          <w:lang w:val="en-US"/>
        </w:rPr>
        <w:t>ingest*</w:t>
      </w:r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) OR ('8,11,14-eicosatrienoic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'alpha-linolenic':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) AND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acid:ti,ab,kw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'arachidic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'arachidonic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'behenic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caproates:ti,ab,kw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'capric acids':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caprylates:ti,ab,kw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'decanoic acids':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cervonic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'cerotic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dihomo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-gamma-linolenic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'docosahexaenoic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docosanoic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eicosanoic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acids':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eicosapentaneoic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elaic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'gamma-linolenic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'gondoic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'heptadecanoic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hexacosanoic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icosapentaenoic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delauric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acids':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'lignoceric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'linoleic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linolelaidic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'margaric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montanic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'myristic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'octanoic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'oleic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'palmitoleic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palmitole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*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'palmitic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paullinic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'pentadecanoic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pentadecylic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'stearic acid?':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stearidonic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acid':</w:t>
      </w:r>
      <w:proofErr w:type="spellStart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))</w:t>
      </w:r>
    </w:p>
    <w:p w14:paraId="61D1D373" w14:textId="7AF8924C" w:rsidR="007E59C8" w:rsidRPr="005373E1" w:rsidRDefault="007E59C8" w:rsidP="005A1C84">
      <w:pPr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</w:pPr>
      <w:r w:rsidRPr="005373E1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br/>
        <w:t>AND</w:t>
      </w:r>
    </w:p>
    <w:p w14:paraId="2AABD1B3" w14:textId="77777777" w:rsidR="007E59C8" w:rsidRPr="00C73056" w:rsidRDefault="007E59C8" w:rsidP="005A1C84">
      <w:pPr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</w:pPr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('cognitive defect'/exp OR 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alzheimer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aphasia:ti,ab,kw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binswanger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cadasil:ti,ab,kw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cadasilm:ti,ab,kw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dementia*: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'frontotemporal lobar degeneration':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((cognit* NEAR/2 (decline OR disorder* OR dysfunction* OR impair*)):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) OR ((subcortical NEAR/3 (encephalopathy OR leukoencephalopathy)):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)) </w:t>
      </w:r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br/>
        <w:t>AND</w:t>
      </w:r>
    </w:p>
    <w:p w14:paraId="1C988C88" w14:textId="77777777" w:rsidR="007E59C8" w:rsidRPr="00C73056" w:rsidRDefault="007E59C8" w:rsidP="005A1C84">
      <w:pPr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</w:pPr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('middle aged'/de OR 'aged'/exp OR 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aged:ti,ab,kw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aging:ti,ab,kw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ageing:ti,ab,kw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elder*: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geriatr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sexagenarian*: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septuagenarian*: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octogenarian*: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nonagenarian*: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centenarian*: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'middle* age*':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 age':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adult*':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individual*':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men':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man':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patient*':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people':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person*':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population*':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woman':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'old* women':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'oldest old':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((('5#' OR '6#' OR '7#' OR '8#' OR '9#') NEAR/3 year? NEAR/3 (age* OR old*)</w:t>
      </w:r>
      <w:proofErr w:type="gram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):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ti</w:t>
      </w:r>
      <w:proofErr w:type="gram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,ab,kw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)) </w:t>
      </w:r>
    </w:p>
    <w:p w14:paraId="23540258" w14:textId="77777777" w:rsidR="007E59C8" w:rsidRPr="00C73056" w:rsidRDefault="007E59C8" w:rsidP="005A1C84">
      <w:pPr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</w:pPr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NOT ([animals]/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lim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NOT [humans]/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lim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) AND ([article]/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lim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[article in press]/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lim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 xml:space="preserve"> OR [erratum]/</w:t>
      </w:r>
      <w:proofErr w:type="spellStart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lim</w:t>
      </w:r>
      <w:proofErr w:type="spellEnd"/>
      <w:r w:rsidRPr="00C73056">
        <w:rPr>
          <w:rFonts w:asciiTheme="minorHAnsi" w:hAnsiTheme="minorHAnsi" w:cstheme="minorHAnsi"/>
          <w:color w:val="505050"/>
          <w:spacing w:val="2"/>
          <w:sz w:val="22"/>
          <w:szCs w:val="22"/>
          <w:shd w:val="clear" w:color="auto" w:fill="F5F5F5"/>
          <w:lang w:val="en-US"/>
        </w:rPr>
        <w:t>)</w:t>
      </w:r>
    </w:p>
    <w:p w14:paraId="405869BA" w14:textId="3481B4D6" w:rsidR="00716BE7" w:rsidRDefault="00716BE7" w:rsidP="005A1C84">
      <w:pPr>
        <w:rPr>
          <w:rFonts w:asciiTheme="minorHAnsi" w:hAnsiTheme="minorHAnsi" w:cstheme="minorHAnsi"/>
          <w:sz w:val="40"/>
          <w:szCs w:val="40"/>
          <w:lang w:val="en-US"/>
        </w:rPr>
      </w:pPr>
      <w:r w:rsidRPr="005A1C84">
        <w:rPr>
          <w:rFonts w:asciiTheme="minorHAnsi" w:hAnsiTheme="minorHAnsi" w:cstheme="minorHAnsi"/>
          <w:sz w:val="40"/>
          <w:szCs w:val="40"/>
          <w:lang w:val="en-US"/>
        </w:rPr>
        <w:lastRenderedPageBreak/>
        <w:t>Cochrane Library</w:t>
      </w:r>
    </w:p>
    <w:p w14:paraId="6F033A86" w14:textId="77777777" w:rsidR="005A1C84" w:rsidRP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tbl>
      <w:tblPr>
        <w:tblStyle w:val="Tabellrutnt"/>
        <w:tblW w:w="9776" w:type="dxa"/>
        <w:tblLook w:val="04A0" w:firstRow="1" w:lastRow="0" w:firstColumn="1" w:lastColumn="0" w:noHBand="0" w:noVBand="1"/>
      </w:tblPr>
      <w:tblGrid>
        <w:gridCol w:w="550"/>
        <w:gridCol w:w="9226"/>
      </w:tblGrid>
      <w:tr w:rsidR="007E59C8" w:rsidRPr="005373E1" w14:paraId="59500E5F" w14:textId="77777777" w:rsidTr="007E59C8">
        <w:tc>
          <w:tcPr>
            <w:tcW w:w="550" w:type="dxa"/>
          </w:tcPr>
          <w:p w14:paraId="1B7B2EAB" w14:textId="77777777" w:rsidR="007E59C8" w:rsidRPr="005373E1" w:rsidRDefault="007E59C8" w:rsidP="005A1C84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9226" w:type="dxa"/>
          </w:tcPr>
          <w:p w14:paraId="5FBA1968" w14:textId="77777777" w:rsidR="007E59C8" w:rsidRPr="005373E1" w:rsidRDefault="007E59C8" w:rsidP="005A1C84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Search</w:t>
            </w:r>
          </w:p>
          <w:p w14:paraId="016D88F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5E93D860" w14:textId="77777777" w:rsidTr="007E59C8">
        <w:tc>
          <w:tcPr>
            <w:tcW w:w="550" w:type="dxa"/>
          </w:tcPr>
          <w:p w14:paraId="6F4441ED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</w:t>
            </w:r>
          </w:p>
        </w:tc>
        <w:tc>
          <w:tcPr>
            <w:tcW w:w="9226" w:type="dxa"/>
          </w:tcPr>
          <w:p w14:paraId="28A22520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[Dietary Fats] explode all trees</w:t>
            </w:r>
          </w:p>
          <w:p w14:paraId="6F76F23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304D5533" w14:textId="77777777" w:rsidTr="007E59C8">
        <w:tc>
          <w:tcPr>
            <w:tcW w:w="550" w:type="dxa"/>
          </w:tcPr>
          <w:p w14:paraId="68E0C186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</w:t>
            </w:r>
          </w:p>
        </w:tc>
        <w:tc>
          <w:tcPr>
            <w:tcW w:w="9226" w:type="dxa"/>
          </w:tcPr>
          <w:p w14:paraId="116D2C0A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[Fatty Acids] this term only</w:t>
            </w:r>
          </w:p>
          <w:p w14:paraId="243F46DD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4F11CF53" w14:textId="77777777" w:rsidTr="007E59C8">
        <w:tc>
          <w:tcPr>
            <w:tcW w:w="550" w:type="dxa"/>
          </w:tcPr>
          <w:p w14:paraId="21CA576D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</w:t>
            </w:r>
          </w:p>
        </w:tc>
        <w:tc>
          <w:tcPr>
            <w:tcW w:w="9226" w:type="dxa"/>
          </w:tcPr>
          <w:p w14:paraId="6A88B88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[Fatty Acids, Essential] this term only</w:t>
            </w:r>
          </w:p>
          <w:p w14:paraId="1A1BFB45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795C7511" w14:textId="77777777" w:rsidTr="007E59C8">
        <w:tc>
          <w:tcPr>
            <w:tcW w:w="550" w:type="dxa"/>
          </w:tcPr>
          <w:p w14:paraId="794B92F1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#4</w:t>
            </w:r>
          </w:p>
        </w:tc>
        <w:tc>
          <w:tcPr>
            <w:tcW w:w="9226" w:type="dxa"/>
          </w:tcPr>
          <w:p w14:paraId="6351280D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[Fatty Acids, Monounsaturated] this term only</w:t>
            </w:r>
          </w:p>
          <w:p w14:paraId="3B7A685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29824AF6" w14:textId="77777777" w:rsidTr="007E59C8">
        <w:tc>
          <w:tcPr>
            <w:tcW w:w="550" w:type="dxa"/>
          </w:tcPr>
          <w:p w14:paraId="6B0417F1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#5</w:t>
            </w:r>
          </w:p>
        </w:tc>
        <w:tc>
          <w:tcPr>
            <w:tcW w:w="9226" w:type="dxa"/>
          </w:tcPr>
          <w:p w14:paraId="171761AE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[Fatty Acids, Unsaturated] this term only</w:t>
            </w:r>
          </w:p>
          <w:p w14:paraId="770AFDB0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2E821E2E" w14:textId="77777777" w:rsidTr="007E59C8">
        <w:tc>
          <w:tcPr>
            <w:tcW w:w="550" w:type="dxa"/>
          </w:tcPr>
          <w:p w14:paraId="06827DA3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#6</w:t>
            </w:r>
          </w:p>
        </w:tc>
        <w:tc>
          <w:tcPr>
            <w:tcW w:w="9226" w:type="dxa"/>
          </w:tcPr>
          <w:p w14:paraId="571A8784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[Trans Fatty Acids] this term only</w:t>
            </w:r>
          </w:p>
          <w:p w14:paraId="2FCDC0B9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24EBAC9B" w14:textId="77777777" w:rsidTr="007E59C8">
        <w:tc>
          <w:tcPr>
            <w:tcW w:w="550" w:type="dxa"/>
          </w:tcPr>
          <w:p w14:paraId="50CC8980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#7</w:t>
            </w:r>
          </w:p>
        </w:tc>
        <w:tc>
          <w:tcPr>
            <w:tcW w:w="9226" w:type="dxa"/>
          </w:tcPr>
          <w:p w14:paraId="51C3D595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[Fatty Acids, Omega-3] explode all trees</w:t>
            </w:r>
          </w:p>
          <w:p w14:paraId="60E5860D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75C1F511" w14:textId="77777777" w:rsidTr="007E59C8">
        <w:tc>
          <w:tcPr>
            <w:tcW w:w="550" w:type="dxa"/>
          </w:tcPr>
          <w:p w14:paraId="00497E5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#8</w:t>
            </w:r>
          </w:p>
        </w:tc>
        <w:tc>
          <w:tcPr>
            <w:tcW w:w="9226" w:type="dxa"/>
          </w:tcPr>
          <w:p w14:paraId="1E7FB24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[Fatty Acids, Omega-6] explode all trees</w:t>
            </w:r>
          </w:p>
          <w:p w14:paraId="23E656BC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3CFA4BD0" w14:textId="77777777" w:rsidTr="007E59C8">
        <w:tc>
          <w:tcPr>
            <w:tcW w:w="550" w:type="dxa"/>
          </w:tcPr>
          <w:p w14:paraId="2CE38776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#9</w:t>
            </w:r>
          </w:p>
        </w:tc>
        <w:tc>
          <w:tcPr>
            <w:tcW w:w="9226" w:type="dxa"/>
          </w:tcPr>
          <w:p w14:paraId="2FD07E21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[8,11,14-Eicosatrienoic Acid] this term only</w:t>
            </w:r>
          </w:p>
          <w:p w14:paraId="6C837DAB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21A91E64" w14:textId="77777777" w:rsidTr="007E59C8">
        <w:tc>
          <w:tcPr>
            <w:tcW w:w="550" w:type="dxa"/>
          </w:tcPr>
          <w:p w14:paraId="693B4E11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#10</w:t>
            </w:r>
          </w:p>
        </w:tc>
        <w:tc>
          <w:tcPr>
            <w:tcW w:w="9226" w:type="dxa"/>
          </w:tcPr>
          <w:p w14:paraId="232EC469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[Arachidonic Acids] this term only</w:t>
            </w:r>
          </w:p>
          <w:p w14:paraId="5431A8A4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5BA7C014" w14:textId="77777777" w:rsidTr="007E59C8">
        <w:tc>
          <w:tcPr>
            <w:tcW w:w="550" w:type="dxa"/>
          </w:tcPr>
          <w:p w14:paraId="6FFFA34A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#11</w:t>
            </w:r>
          </w:p>
        </w:tc>
        <w:tc>
          <w:tcPr>
            <w:tcW w:w="9226" w:type="dxa"/>
          </w:tcPr>
          <w:p w14:paraId="3D283A3B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[Caproates] this term only</w:t>
            </w:r>
          </w:p>
          <w:p w14:paraId="4B4EB616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13E1E9AF" w14:textId="77777777" w:rsidTr="007E59C8">
        <w:tc>
          <w:tcPr>
            <w:tcW w:w="550" w:type="dxa"/>
          </w:tcPr>
          <w:p w14:paraId="4D80984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#12</w:t>
            </w:r>
          </w:p>
        </w:tc>
        <w:tc>
          <w:tcPr>
            <w:tcW w:w="9226" w:type="dxa"/>
          </w:tcPr>
          <w:p w14:paraId="595ED3E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[Caprylates] this term only</w:t>
            </w:r>
          </w:p>
          <w:p w14:paraId="25F4254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41CB3580" w14:textId="77777777" w:rsidTr="007E59C8">
        <w:tc>
          <w:tcPr>
            <w:tcW w:w="550" w:type="dxa"/>
          </w:tcPr>
          <w:p w14:paraId="5CCEA70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#13</w:t>
            </w:r>
          </w:p>
        </w:tc>
        <w:tc>
          <w:tcPr>
            <w:tcW w:w="9226" w:type="dxa"/>
          </w:tcPr>
          <w:p w14:paraId="7EEAAA2E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[Decanoic Acids] this term only</w:t>
            </w:r>
          </w:p>
          <w:p w14:paraId="0B8FA37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0E81A23E" w14:textId="77777777" w:rsidTr="007E59C8">
        <w:tc>
          <w:tcPr>
            <w:tcW w:w="550" w:type="dxa"/>
          </w:tcPr>
          <w:p w14:paraId="2BD04EBC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#14</w:t>
            </w:r>
          </w:p>
        </w:tc>
        <w:tc>
          <w:tcPr>
            <w:tcW w:w="9226" w:type="dxa"/>
          </w:tcPr>
          <w:p w14:paraId="716956F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Eicosanoic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Acids] this term only</w:t>
            </w:r>
          </w:p>
          <w:p w14:paraId="713A254F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1EA75186" w14:textId="77777777" w:rsidTr="007E59C8">
        <w:tc>
          <w:tcPr>
            <w:tcW w:w="550" w:type="dxa"/>
          </w:tcPr>
          <w:p w14:paraId="1E39D993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#15</w:t>
            </w:r>
          </w:p>
        </w:tc>
        <w:tc>
          <w:tcPr>
            <w:tcW w:w="9226" w:type="dxa"/>
          </w:tcPr>
          <w:p w14:paraId="2C5CA6F5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[Lauric Acids] this term only</w:t>
            </w:r>
          </w:p>
          <w:p w14:paraId="797DD493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50ABACEF" w14:textId="77777777" w:rsidTr="007E59C8">
        <w:tc>
          <w:tcPr>
            <w:tcW w:w="550" w:type="dxa"/>
          </w:tcPr>
          <w:p w14:paraId="13EF49FD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#16</w:t>
            </w:r>
          </w:p>
        </w:tc>
        <w:tc>
          <w:tcPr>
            <w:tcW w:w="9226" w:type="dxa"/>
          </w:tcPr>
          <w:p w14:paraId="5DF62D40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[Myristic Acid] this term only</w:t>
            </w:r>
          </w:p>
          <w:p w14:paraId="4832CEE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70E3155E" w14:textId="77777777" w:rsidTr="007E59C8">
        <w:tc>
          <w:tcPr>
            <w:tcW w:w="550" w:type="dxa"/>
          </w:tcPr>
          <w:p w14:paraId="65163306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#17</w:t>
            </w:r>
          </w:p>
        </w:tc>
        <w:tc>
          <w:tcPr>
            <w:tcW w:w="9226" w:type="dxa"/>
          </w:tcPr>
          <w:p w14:paraId="1FB0641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[Oleic Acid] this term only</w:t>
            </w:r>
          </w:p>
          <w:p w14:paraId="4CFCAA4F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53AF0025" w14:textId="77777777" w:rsidTr="007E59C8">
        <w:tc>
          <w:tcPr>
            <w:tcW w:w="550" w:type="dxa"/>
          </w:tcPr>
          <w:p w14:paraId="52B7B7F3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#18</w:t>
            </w:r>
          </w:p>
        </w:tc>
        <w:tc>
          <w:tcPr>
            <w:tcW w:w="9226" w:type="dxa"/>
          </w:tcPr>
          <w:p w14:paraId="6D18C86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[Palmitic Acid] this term only</w:t>
            </w:r>
          </w:p>
          <w:p w14:paraId="6ACD238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791FC253" w14:textId="77777777" w:rsidTr="007E59C8">
        <w:tc>
          <w:tcPr>
            <w:tcW w:w="550" w:type="dxa"/>
          </w:tcPr>
          <w:p w14:paraId="7BA56D9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#19</w:t>
            </w:r>
          </w:p>
        </w:tc>
        <w:tc>
          <w:tcPr>
            <w:tcW w:w="9226" w:type="dxa"/>
          </w:tcPr>
          <w:p w14:paraId="146A5E7A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[Plant Oils] this term only</w:t>
            </w:r>
          </w:p>
          <w:p w14:paraId="4FB7245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78117EEE" w14:textId="77777777" w:rsidTr="007E59C8">
        <w:tc>
          <w:tcPr>
            <w:tcW w:w="550" w:type="dxa"/>
          </w:tcPr>
          <w:p w14:paraId="526EEB7A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#20</w:t>
            </w:r>
          </w:p>
        </w:tc>
        <w:tc>
          <w:tcPr>
            <w:tcW w:w="9226" w:type="dxa"/>
          </w:tcPr>
          <w:p w14:paraId="044C94F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[Stearic Acids] this term only</w:t>
            </w:r>
          </w:p>
          <w:p w14:paraId="08FAB16E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307CE21D" w14:textId="77777777" w:rsidTr="007E59C8">
        <w:tc>
          <w:tcPr>
            <w:tcW w:w="550" w:type="dxa"/>
          </w:tcPr>
          <w:p w14:paraId="523F5996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#21</w:t>
            </w:r>
          </w:p>
        </w:tc>
        <w:tc>
          <w:tcPr>
            <w:tcW w:w="9226" w:type="dxa"/>
          </w:tcPr>
          <w:p w14:paraId="635CA356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((fatty NEXT acid*) NEAR/3 ("long chain" or "medium chain" or n3 or "n-3" or n6 or "n-6" or "odd chain" or "omega-3" or "omega-6")):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73F2FDE5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6F1C6E09" w14:textId="77777777" w:rsidTr="007E59C8">
        <w:tc>
          <w:tcPr>
            <w:tcW w:w="550" w:type="dxa"/>
          </w:tcPr>
          <w:p w14:paraId="41FB527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#22</w:t>
            </w:r>
          </w:p>
        </w:tc>
        <w:tc>
          <w:tcPr>
            <w:tcW w:w="9226" w:type="dxa"/>
          </w:tcPr>
          <w:p w14:paraId="6196A61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((fatty NEXT acid*) and (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consum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* or diet* or intake or ingest*)):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6B6DE564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362ABC8A" w14:textId="77777777" w:rsidTr="007E59C8">
        <w:tc>
          <w:tcPr>
            <w:tcW w:w="550" w:type="dxa"/>
          </w:tcPr>
          <w:p w14:paraId="30B63540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#23</w:t>
            </w:r>
          </w:p>
        </w:tc>
        <w:tc>
          <w:tcPr>
            <w:tcW w:w="9226" w:type="dxa"/>
          </w:tcPr>
          <w:p w14:paraId="592593F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(butter or (dietary NEXT fat*) or dressing* or ghee or lard or margarine):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11AA6205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3E21522A" w14:textId="77777777" w:rsidTr="007E59C8">
        <w:tc>
          <w:tcPr>
            <w:tcW w:w="550" w:type="dxa"/>
          </w:tcPr>
          <w:p w14:paraId="208FC224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#24</w:t>
            </w:r>
          </w:p>
        </w:tc>
        <w:tc>
          <w:tcPr>
            <w:tcW w:w="9226" w:type="dxa"/>
          </w:tcPr>
          <w:p w14:paraId="4617A7E9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(((fatty NEXT acid*) or fat or fats) NEAR/3 (conjugated or essential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monounsaturat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*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polyunsaturat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*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saturat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* or trans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unsaturat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*)):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14915E6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2B4F9430" w14:textId="77777777" w:rsidTr="007E59C8">
        <w:tc>
          <w:tcPr>
            <w:tcW w:w="550" w:type="dxa"/>
          </w:tcPr>
          <w:p w14:paraId="1F59DACB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#25</w:t>
            </w:r>
          </w:p>
        </w:tc>
        <w:tc>
          <w:tcPr>
            <w:tcW w:w="9226" w:type="dxa"/>
          </w:tcPr>
          <w:p w14:paraId="552B66CD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dha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epa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mufa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or "lc-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pufa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"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pufa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sfa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tfa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7D13A421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662B9152" w14:textId="77777777" w:rsidTr="007E59C8">
        <w:tc>
          <w:tcPr>
            <w:tcW w:w="550" w:type="dxa"/>
          </w:tcPr>
          <w:p w14:paraId="26F4B774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#26</w:t>
            </w:r>
          </w:p>
        </w:tc>
        <w:tc>
          <w:tcPr>
            <w:tcW w:w="9226" w:type="dxa"/>
          </w:tcPr>
          <w:p w14:paraId="152E919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(oil? and (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consum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* or diet* or intake or ingest)):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36942D64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369F8A88" w14:textId="77777777" w:rsidTr="007E59C8">
        <w:tc>
          <w:tcPr>
            <w:tcW w:w="550" w:type="dxa"/>
          </w:tcPr>
          <w:p w14:paraId="3072E190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#27</w:t>
            </w:r>
          </w:p>
        </w:tc>
        <w:tc>
          <w:tcPr>
            <w:tcW w:w="9226" w:type="dxa"/>
          </w:tcPr>
          <w:p w14:paraId="424424EF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("8,11,14-Eicosatrienoic acid" or "alpha-Linolenic acid" or "arachidic acid" or "arachidonic acid" or "behenic acid" or caproates or "capric acids" or caprylates or "decanoic acids"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cervonic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"cerotic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dihomo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-gamma-linolenic acid" or "docosahexaenoic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docosanoic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eicosanoic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acids"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eicosapentaneoic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elaic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"gamma-linolenic acid" or "gondoic acid" or "heptadecanoic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hexacosanoic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icosapentaenoic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"lauric acids" or "lignoceric acid" or "linoleic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linolelaidic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"margaric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montanic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"myristic acid" or "octanoic acid" or "oleic acid" or (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palmitole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* NEXT acid) or "palmitic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paullinic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"pentadecanoic acid"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pentadecylic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 or "stearic acids" or "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stearidonic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acid"):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4B49B393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72C34EBB" w14:textId="77777777" w:rsidTr="007E59C8">
        <w:tc>
          <w:tcPr>
            <w:tcW w:w="550" w:type="dxa"/>
          </w:tcPr>
          <w:p w14:paraId="219266EA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#28</w:t>
            </w:r>
          </w:p>
        </w:tc>
        <w:tc>
          <w:tcPr>
            <w:tcW w:w="9226" w:type="dxa"/>
          </w:tcPr>
          <w:p w14:paraId="0882DAE1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#1 or #2 or #3 or #4 or #5 or #6 or #7 or #8 or #9 or #10 or #11 or #12 or #13 or #14 or #15 or #16 or #17 or #18 or #19 or #20 or #21 or #22 or #23 or #24 or #25 or #26 or #27</w:t>
            </w:r>
          </w:p>
          <w:p w14:paraId="1F13A23D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06F69DF9" w14:textId="77777777" w:rsidTr="007E59C8">
        <w:tc>
          <w:tcPr>
            <w:tcW w:w="550" w:type="dxa"/>
          </w:tcPr>
          <w:p w14:paraId="49B0434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#29</w:t>
            </w:r>
          </w:p>
        </w:tc>
        <w:tc>
          <w:tcPr>
            <w:tcW w:w="9226" w:type="dxa"/>
          </w:tcPr>
          <w:p w14:paraId="0A11276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[Cognition Disorders] this term only</w:t>
            </w:r>
          </w:p>
          <w:p w14:paraId="4F214786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5200D1BA" w14:textId="77777777" w:rsidTr="007E59C8">
        <w:tc>
          <w:tcPr>
            <w:tcW w:w="550" w:type="dxa"/>
          </w:tcPr>
          <w:p w14:paraId="3E1707D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#30</w:t>
            </w:r>
          </w:p>
        </w:tc>
        <w:tc>
          <w:tcPr>
            <w:tcW w:w="9226" w:type="dxa"/>
          </w:tcPr>
          <w:p w14:paraId="1494874B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[Cognitive Dysfunction] this term only</w:t>
            </w:r>
          </w:p>
          <w:p w14:paraId="211706F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21303D0D" w14:textId="77777777" w:rsidTr="007E59C8">
        <w:tc>
          <w:tcPr>
            <w:tcW w:w="550" w:type="dxa"/>
          </w:tcPr>
          <w:p w14:paraId="047AACA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#31</w:t>
            </w:r>
          </w:p>
        </w:tc>
        <w:tc>
          <w:tcPr>
            <w:tcW w:w="9226" w:type="dxa"/>
          </w:tcPr>
          <w:p w14:paraId="713D7114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[Dementia] explode all trees</w:t>
            </w:r>
          </w:p>
          <w:p w14:paraId="5D280F3D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2756398E" w14:textId="77777777" w:rsidTr="007E59C8">
        <w:tc>
          <w:tcPr>
            <w:tcW w:w="550" w:type="dxa"/>
          </w:tcPr>
          <w:p w14:paraId="52A2D17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#32</w:t>
            </w:r>
          </w:p>
        </w:tc>
        <w:tc>
          <w:tcPr>
            <w:tcW w:w="9226" w:type="dxa"/>
          </w:tcPr>
          <w:p w14:paraId="4B49E55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(Alzheimer* or aphasia or Binswanger* or CADASIL or CADASILM or dementia* or "frontotemporal lobar degeneration"):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6CEF4BA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1FA344BB" w14:textId="77777777" w:rsidTr="007E59C8">
        <w:tc>
          <w:tcPr>
            <w:tcW w:w="550" w:type="dxa"/>
          </w:tcPr>
          <w:p w14:paraId="31EAD22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#33</w:t>
            </w:r>
          </w:p>
        </w:tc>
        <w:tc>
          <w:tcPr>
            <w:tcW w:w="9226" w:type="dxa"/>
          </w:tcPr>
          <w:p w14:paraId="188D0CA5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(cognit* NEAR/2 (decline or disorder* or dysfunction* or impair*)):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762ACDAF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16FE7BB6" w14:textId="77777777" w:rsidTr="007E59C8">
        <w:tc>
          <w:tcPr>
            <w:tcW w:w="550" w:type="dxa"/>
          </w:tcPr>
          <w:p w14:paraId="55907E1E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#34</w:t>
            </w:r>
          </w:p>
        </w:tc>
        <w:tc>
          <w:tcPr>
            <w:tcW w:w="9226" w:type="dxa"/>
          </w:tcPr>
          <w:p w14:paraId="234329FB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(subcortical NEAR/3 (encephalopathy or leukoencephalopathy)):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62AE36EE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165436F7" w14:textId="77777777" w:rsidTr="007E59C8">
        <w:tc>
          <w:tcPr>
            <w:tcW w:w="550" w:type="dxa"/>
          </w:tcPr>
          <w:p w14:paraId="3BDCA359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#35</w:t>
            </w:r>
          </w:p>
        </w:tc>
        <w:tc>
          <w:tcPr>
            <w:tcW w:w="9226" w:type="dxa"/>
          </w:tcPr>
          <w:p w14:paraId="1A7369F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#29 or #30 or #31 or #32 or #33 or #34</w:t>
            </w:r>
          </w:p>
          <w:p w14:paraId="58B42FDF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2764FDB1" w14:textId="77777777" w:rsidTr="007E59C8">
        <w:tc>
          <w:tcPr>
            <w:tcW w:w="550" w:type="dxa"/>
          </w:tcPr>
          <w:p w14:paraId="37CD5E46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#36</w:t>
            </w:r>
          </w:p>
        </w:tc>
        <w:tc>
          <w:tcPr>
            <w:tcW w:w="9226" w:type="dxa"/>
          </w:tcPr>
          <w:p w14:paraId="5CA6744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[Middle Aged] this term only</w:t>
            </w:r>
          </w:p>
          <w:p w14:paraId="78C7A141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71494FFC" w14:textId="77777777" w:rsidTr="007E59C8">
        <w:tc>
          <w:tcPr>
            <w:tcW w:w="550" w:type="dxa"/>
          </w:tcPr>
          <w:p w14:paraId="6865429E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#37</w:t>
            </w:r>
          </w:p>
        </w:tc>
        <w:tc>
          <w:tcPr>
            <w:tcW w:w="9226" w:type="dxa"/>
          </w:tcPr>
          <w:p w14:paraId="0FB9A701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MeSH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descriptor: [Aged] explode all trees</w:t>
            </w:r>
          </w:p>
          <w:p w14:paraId="604891A6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22263E2C" w14:textId="77777777" w:rsidTr="007E59C8">
        <w:tc>
          <w:tcPr>
            <w:tcW w:w="550" w:type="dxa"/>
          </w:tcPr>
          <w:p w14:paraId="248E5E79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#38</w:t>
            </w:r>
          </w:p>
        </w:tc>
        <w:tc>
          <w:tcPr>
            <w:tcW w:w="9226" w:type="dxa"/>
          </w:tcPr>
          <w:p w14:paraId="04CB1F67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(aged or aging or ageing or elder* or 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geriatr</w:t>
            </w:r>
            <w:proofErr w:type="spellEnd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* or sexagenarian* or septuagenarian* or octogenarian* or nonagenarian* or centenarian* or (middle* NEXT age*) or "old age" or (old* NEXT adult*) or (old* NEXT individual*) or (old* NEXT men) or (old* NEXT man) or (old* NEXT patient*) or (old* NEXT people) or (old* NEXT person*) or (old* NEXT population*) or (old* NEXT woman) or (old* NEXT women) or "oldest old"):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7F8064EB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EB79F7" w14:paraId="0DA58678" w14:textId="77777777" w:rsidTr="007E59C8">
        <w:tc>
          <w:tcPr>
            <w:tcW w:w="550" w:type="dxa"/>
          </w:tcPr>
          <w:p w14:paraId="302BEE62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#39</w:t>
            </w:r>
          </w:p>
        </w:tc>
        <w:tc>
          <w:tcPr>
            <w:tcW w:w="9226" w:type="dxa"/>
          </w:tcPr>
          <w:p w14:paraId="2064FB9F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(("50"  OR  "51"  OR  "52"  OR  "53"  OR  "54"  OR  "55"  OR  "56"  OR  "57"  OR  "58"  OR  "59"  OR  "60"  OR  "61"  OR  "62"  OR  "63"  OR  "64"  OR  "65"  OR  "66"  OR  "67"  OR  "68"  OR  "69"  OR  </w:t>
            </w: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"70"  OR  "71"  OR  "72"  OR  "73"  OR  "74"  OR  "75"  OR  "76"  OR  "77"  OR  "78"  OR  "79"  OR  "80"  OR  "81"  OR  "82"  OR  "83"  OR  "84"  OR  "85"  OR  "86"  OR  "87"  OR  "88"  OR  "89"  OR  "90"  OR  "91"  OR  "92"  OR  "93"  OR  "94"  OR  "95"  OR  "96"  OR  "97"  OR  "98"  OR  "99")  NEAR/3  year*  NEAR/3  (age*  OR  old*)):</w:t>
            </w:r>
            <w:proofErr w:type="spellStart"/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ti,ab,kw</w:t>
            </w:r>
            <w:proofErr w:type="spellEnd"/>
          </w:p>
          <w:p w14:paraId="5D15CA51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5373E1" w14:paraId="27DDFACE" w14:textId="77777777" w:rsidTr="007E59C8">
        <w:tc>
          <w:tcPr>
            <w:tcW w:w="550" w:type="dxa"/>
          </w:tcPr>
          <w:p w14:paraId="22246923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#40</w:t>
            </w:r>
          </w:p>
        </w:tc>
        <w:tc>
          <w:tcPr>
            <w:tcW w:w="9226" w:type="dxa"/>
          </w:tcPr>
          <w:p w14:paraId="69E21863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#36 or #37 or #38 or #39</w:t>
            </w:r>
          </w:p>
          <w:p w14:paraId="21CE8268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E59C8" w:rsidRPr="005373E1" w14:paraId="4DA40F01" w14:textId="77777777" w:rsidTr="007E59C8">
        <w:tc>
          <w:tcPr>
            <w:tcW w:w="550" w:type="dxa"/>
          </w:tcPr>
          <w:p w14:paraId="09EB6A9C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#41</w:t>
            </w:r>
          </w:p>
        </w:tc>
        <w:tc>
          <w:tcPr>
            <w:tcW w:w="9226" w:type="dxa"/>
          </w:tcPr>
          <w:p w14:paraId="276597DF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373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#28 AND #35 AND #40</w:t>
            </w:r>
          </w:p>
          <w:p w14:paraId="7F801E80" w14:textId="77777777" w:rsidR="007E59C8" w:rsidRPr="005373E1" w:rsidRDefault="007E59C8" w:rsidP="005A1C8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621BED2D" w14:textId="22B4DA3D" w:rsidR="007E59C8" w:rsidRPr="005373E1" w:rsidRDefault="007E59C8" w:rsidP="005A1C84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F251C12" w14:textId="77777777" w:rsidR="007E59C8" w:rsidRPr="005373E1" w:rsidRDefault="007E59C8" w:rsidP="005A1C84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C966C57" w14:textId="77777777" w:rsidR="00716BE7" w:rsidRPr="005373E1" w:rsidRDefault="00716BE7" w:rsidP="005A1C84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1C71CA3" w14:textId="77777777" w:rsidR="00B15FB3" w:rsidRPr="005373E1" w:rsidRDefault="00B15FB3" w:rsidP="005A1C84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5373E1">
        <w:rPr>
          <w:rFonts w:asciiTheme="minorHAnsi" w:hAnsiTheme="minorHAnsi" w:cstheme="minorHAnsi"/>
          <w:sz w:val="22"/>
          <w:szCs w:val="22"/>
          <w:lang w:val="en-US"/>
        </w:rPr>
        <w:br w:type="page"/>
      </w:r>
    </w:p>
    <w:p w14:paraId="6EA25EEF" w14:textId="61FD1806" w:rsidR="00F60D54" w:rsidRDefault="00F60D5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  <w:r w:rsidRPr="005A1C84">
        <w:rPr>
          <w:rFonts w:asciiTheme="minorHAnsi" w:hAnsiTheme="minorHAnsi" w:cstheme="minorHAnsi"/>
          <w:sz w:val="40"/>
          <w:szCs w:val="40"/>
          <w:lang w:val="en-US"/>
        </w:rPr>
        <w:lastRenderedPageBreak/>
        <w:t>Scopus</w:t>
      </w:r>
    </w:p>
    <w:p w14:paraId="458F7A6B" w14:textId="77777777" w:rsidR="005A1C84" w:rsidRPr="005A1C84" w:rsidRDefault="005A1C84" w:rsidP="005A1C84">
      <w:pPr>
        <w:rPr>
          <w:rFonts w:asciiTheme="minorHAnsi" w:hAnsiTheme="minorHAnsi" w:cstheme="minorHAnsi"/>
          <w:sz w:val="40"/>
          <w:szCs w:val="40"/>
          <w:lang w:val="en-US"/>
        </w:rPr>
      </w:pPr>
    </w:p>
    <w:p w14:paraId="7BE22C39" w14:textId="0D4D9C4D" w:rsidR="00864DCF" w:rsidRPr="005373E1" w:rsidRDefault="005373E1" w:rsidP="005A1C84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( ( TITLE-ABS-KEY ( ( "fatty acid*"  W/2  ( "long chain"  OR  "medium chain"  OR  n3  OR  "n-3"  OR  n6  OR  "n-6"  OR  "odd chain"  OR  "omega-3"  OR  "omega-6" ) ) ) )  OR  ( TITLE-ABS-KEY ( "fatty acid*"  AND  (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consum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*  OR  diet*  OR  intake  OR  ingest* ) ) )  OR  ( TITLE-ABS-KEY ( butter  OR  "dietary fat*"  OR  dressing*  OR  ghee  OR  lard  OR  margarine ) )  OR  ( TITLE-ABS-KEY ( ( "fatty acid*"  OR  fat  OR  fats )  W/2  ( conjugated  OR  essential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monounsaturat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*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polyunsaturat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*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saturat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*  OR  trans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unsaturat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* ) ) )  OR  ( TITLE-ABS-KEY (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dha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epa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mufa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OR  "lc-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pufa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"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pufa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sfa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tfa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transfat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* ) )  OR  ( TITLE-ABS-KEY ( oil*  AND  (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consum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*  OR  diet*  OR  intake  OR  ingest* ) ) )  OR  ( TITLE-ABS-KEY ( "8,11,14-Eicosatrienoic acid"  OR  "alpha-Linolenic acid"  OR  "arachidic acid"  OR  "arachidonic acid"  OR  "behenic acid"  OR  caproates  OR  "capric acids"  OR  caprylates  OR  "decanoic acids"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cervonic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"cerotic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dihomo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-gamma-linolenic acid"  OR  "docosahexaenoic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docosanoic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eicosanoic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acids"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eicosapentaneoic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elaic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"gamma-linolenic acid"  OR  "gondoic acid"  OR  "heptadecanoic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hexacosanoic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icosapentaenoic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"lauric acids"  OR  "lignoceric acid"  OR  "linoleic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linolelaidic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"margaric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montanic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"myristic acid"  OR  "octanoic acid"  OR  "oleic acid"  OR  "palmitoleic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palmitole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* acid"  OR  "palmitic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paullinic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"pentadecanoic acid"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pentadecylic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 OR  "stearic acids"  OR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stearidonic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acid" ) ) )  AND  ( ( TITLE-ABS-KEY (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alzheimer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*  OR  aphasia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binswanger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*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cadasil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cadasilm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OR  dementia*  OR  "frontotemporal lobar degeneration" ) )  OR  ( TITLE-ABS-KEY ( cognit*  W/1  ( decline  OR  disorder*  OR  dysfunction*  OR  impair* ) ) )  OR  ( TITLE-ABS-KEY ( subcortical  W/2  ( encephalopathy  OR  leukoencephalopathy ) ) ) )  AND  ( ( TITLE-ABS-KEY ( aged  OR  aging  OR  ageing  OR  elder*  OR  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geriatr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*  OR  sexagenarian*  OR  septuagenarian*  OR  octogenarian*  OR  nonagenarian*  OR  centenarian*  OR  "middle* age*"  OR  "old age"  OR  "old* adult*"  OR  "old* individual*"  OR  "old* men"  OR  "old* man"  OR  "old* patient*"  OR  "old* people"  OR  "old* person*"  OR  "old* population*"  OR  "old* woman"  OR  "old* women"  OR  "oldest old" ) )  OR  ( TITLE-ABS-KEY ( ( "50"  OR  "51"  OR  "52"  OR  "53"  OR  "54"  OR  "55"  OR  "56"  OR  "57"  OR  "58"  OR  "59"  OR  "60"  OR  "61"  OR  "62"  OR  "63"  OR  "64"  OR  "65"  OR  "66"  OR  "67"  OR  "68"  OR  "69"  OR  "70"  OR  "71"  OR  "72"  OR  "73"  OR  "74"  OR  "75"  OR  "76"  OR  "77"  OR  "78"  OR  "79"  OR  "80"  OR  "81"  OR  "82"  OR  "83"  OR  "84"  OR  "85"  OR  "86"  OR  "87"  OR  "88"  OR  "89"  OR  "90"  OR  "91"  OR  "92"  OR  "93"  OR  "94"  OR  "95"  OR  "96"  OR  "97"  OR  "98"  OR  "99" )  W/2  year*  W/2  ( age*  OR  old* ) ) ) )  AND  ( EXCLUDE ( DOCTYPE ,  "re" )  OR  EXCLUDE ( DOCTYPE ,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ch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" )  OR  EXCLUDE ( DOCTYPE ,  "cp" )  OR  EXCLUDE ( DOCTYPE ,  "ed" )  OR  EXCLUDE ( DOCTYPE ,  "le" )  OR  EXCLUDE ( DOCTYPE ,  "no" )  OR  EXCLUDE ( DOCTYPE ,  "bk" )  OR  EXCLUDE ( DOCTYPE ,  "</w:t>
      </w:r>
      <w:proofErr w:type="spellStart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cr</w:t>
      </w:r>
      <w:proofErr w:type="spellEnd"/>
      <w:r w:rsidRPr="005373E1">
        <w:rPr>
          <w:rFonts w:asciiTheme="minorHAnsi" w:hAnsiTheme="minorHAnsi" w:cstheme="minorHAnsi"/>
          <w:color w:val="000000"/>
          <w:sz w:val="22"/>
          <w:szCs w:val="22"/>
          <w:lang w:val="en-US"/>
        </w:rPr>
        <w:t>" ) )</w:t>
      </w:r>
    </w:p>
    <w:sectPr w:rsidR="00864DCF" w:rsidRPr="005373E1" w:rsidSect="00B0708A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6EB0" w14:textId="77777777" w:rsidR="008271E4" w:rsidRDefault="008271E4" w:rsidP="00CD4EB0">
      <w:r>
        <w:separator/>
      </w:r>
    </w:p>
  </w:endnote>
  <w:endnote w:type="continuationSeparator" w:id="0">
    <w:p w14:paraId="4164C047" w14:textId="77777777" w:rsidR="008271E4" w:rsidRDefault="008271E4" w:rsidP="00CD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2DA1E" w14:textId="77777777" w:rsidR="005835B0" w:rsidRDefault="005835B0" w:rsidP="00CD4EB0">
    <w:pPr>
      <w:pStyle w:val="Sidfot"/>
      <w:framePr w:wrap="around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2E76A1BE" w14:textId="77777777" w:rsidR="005835B0" w:rsidRDefault="005835B0" w:rsidP="00CD4EB0">
    <w:pPr>
      <w:pStyle w:val="Sidfo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900B4" w14:textId="224348B7" w:rsidR="005835B0" w:rsidRPr="00EE6F5F" w:rsidRDefault="005835B0" w:rsidP="00CD4EB0">
    <w:pPr>
      <w:pStyle w:val="Sidfot"/>
      <w:framePr w:wrap="around" w:vAnchor="text" w:hAnchor="margin" w:xAlign="center" w:y="1"/>
      <w:rPr>
        <w:rStyle w:val="Sidnummer"/>
      </w:rPr>
    </w:pPr>
    <w:r w:rsidRPr="00EE6F5F">
      <w:rPr>
        <w:rStyle w:val="Sidnummer"/>
      </w:rPr>
      <w:fldChar w:fldCharType="begin"/>
    </w:r>
    <w:r w:rsidRPr="00EE6F5F">
      <w:rPr>
        <w:rStyle w:val="Sidnummer"/>
      </w:rPr>
      <w:instrText xml:space="preserve">PAGE  </w:instrText>
    </w:r>
    <w:r w:rsidRPr="00EE6F5F">
      <w:rPr>
        <w:rStyle w:val="Sidnummer"/>
      </w:rPr>
      <w:fldChar w:fldCharType="separate"/>
    </w:r>
    <w:r w:rsidR="00EB79F7">
      <w:rPr>
        <w:rStyle w:val="Sidnummer"/>
        <w:noProof/>
      </w:rPr>
      <w:t>4</w:t>
    </w:r>
    <w:r w:rsidRPr="00EE6F5F">
      <w:rPr>
        <w:rStyle w:val="Sidnummer"/>
      </w:rPr>
      <w:fldChar w:fldCharType="end"/>
    </w:r>
  </w:p>
  <w:p w14:paraId="052CC78B" w14:textId="77777777" w:rsidR="005835B0" w:rsidRDefault="005835B0" w:rsidP="00CD4EB0">
    <w:pPr>
      <w:pStyle w:val="Sidfo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67D9" w14:textId="77777777" w:rsidR="008271E4" w:rsidRDefault="008271E4" w:rsidP="00CD4EB0">
      <w:r>
        <w:separator/>
      </w:r>
    </w:p>
  </w:footnote>
  <w:footnote w:type="continuationSeparator" w:id="0">
    <w:p w14:paraId="2A6758A6" w14:textId="77777777" w:rsidR="008271E4" w:rsidRDefault="008271E4" w:rsidP="00CD4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7200" w14:textId="77777777" w:rsidR="005835B0" w:rsidRPr="001961D3" w:rsidRDefault="00000000">
    <w:pPr>
      <w:pStyle w:val="Sidhuvud"/>
      <w:rPr>
        <w:lang w:val="en-US"/>
      </w:rPr>
    </w:pPr>
    <w:sdt>
      <w:sdtPr>
        <w:id w:val="1141998480"/>
        <w:temporary/>
        <w:showingPlcHdr/>
      </w:sdtPr>
      <w:sdtContent>
        <w:r w:rsidR="005835B0" w:rsidRPr="001961D3">
          <w:rPr>
            <w:lang w:val="en-US"/>
          </w:rPr>
          <w:t>[Type text]</w:t>
        </w:r>
      </w:sdtContent>
    </w:sdt>
    <w:r w:rsidR="005835B0">
      <w:ptab w:relativeTo="margin" w:alignment="center" w:leader="none"/>
    </w:r>
    <w:sdt>
      <w:sdtPr>
        <w:id w:val="2074623894"/>
        <w:temporary/>
        <w:showingPlcHdr/>
      </w:sdtPr>
      <w:sdtContent>
        <w:r w:rsidR="005835B0" w:rsidRPr="001961D3">
          <w:rPr>
            <w:lang w:val="en-US"/>
          </w:rPr>
          <w:t>[Type text]</w:t>
        </w:r>
      </w:sdtContent>
    </w:sdt>
    <w:r w:rsidR="005835B0">
      <w:ptab w:relativeTo="margin" w:alignment="right" w:leader="none"/>
    </w:r>
    <w:sdt>
      <w:sdtPr>
        <w:id w:val="-1532943055"/>
        <w:temporary/>
        <w:showingPlcHdr/>
      </w:sdtPr>
      <w:sdtContent>
        <w:r w:rsidR="005835B0" w:rsidRPr="001961D3">
          <w:rPr>
            <w:lang w:val="en-US"/>
          </w:rPr>
          <w:t>[Type text]</w:t>
        </w:r>
      </w:sdtContent>
    </w:sdt>
  </w:p>
  <w:p w14:paraId="7034390C" w14:textId="77777777" w:rsidR="005835B0" w:rsidRPr="001961D3" w:rsidRDefault="005835B0">
    <w:pPr>
      <w:pStyle w:val="Sidhuvud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04" w:type="dxa"/>
      <w:tblInd w:w="-1322" w:type="dxa"/>
      <w:tblLayout w:type="fixed"/>
      <w:tblCellMar>
        <w:left w:w="0" w:type="dxa"/>
      </w:tblCellMar>
      <w:tblLook w:val="01E0" w:firstRow="1" w:lastRow="1" w:firstColumn="1" w:lastColumn="1" w:noHBand="0" w:noVBand="0"/>
    </w:tblPr>
    <w:tblGrid>
      <w:gridCol w:w="6476"/>
      <w:gridCol w:w="4028"/>
    </w:tblGrid>
    <w:tr w:rsidR="005835B0" w:rsidRPr="00EF02A6" w14:paraId="72BEE0DE" w14:textId="77777777" w:rsidTr="00EE6F5F">
      <w:trPr>
        <w:trHeight w:hRule="exact" w:val="227"/>
      </w:trPr>
      <w:tc>
        <w:tcPr>
          <w:tcW w:w="5291" w:type="dxa"/>
          <w:vMerge w:val="restart"/>
        </w:tcPr>
        <w:p w14:paraId="4DC0FB94" w14:textId="66E0ACC4" w:rsidR="005835B0" w:rsidRPr="00332C0C" w:rsidRDefault="005835B0" w:rsidP="00EE6F5F">
          <w:pPr>
            <w:pStyle w:val="Sidhuvud"/>
            <w:tabs>
              <w:tab w:val="left" w:pos="4395"/>
            </w:tabs>
            <w:ind w:left="755" w:right="600"/>
          </w:pPr>
          <w:r>
            <w:tab/>
          </w:r>
        </w:p>
      </w:tc>
      <w:tc>
        <w:tcPr>
          <w:tcW w:w="3291" w:type="dxa"/>
        </w:tcPr>
        <w:p w14:paraId="7F802957" w14:textId="77777777" w:rsidR="005835B0" w:rsidRPr="00EF02A6" w:rsidRDefault="005835B0" w:rsidP="00EE6F5F">
          <w:pPr>
            <w:pStyle w:val="Sidhuvud"/>
          </w:pPr>
        </w:p>
      </w:tc>
    </w:tr>
    <w:tr w:rsidR="005835B0" w:rsidRPr="00EF02A6" w14:paraId="4FEDA1B0" w14:textId="77777777" w:rsidTr="00EE6F5F">
      <w:tc>
        <w:tcPr>
          <w:tcW w:w="5291" w:type="dxa"/>
          <w:vMerge/>
        </w:tcPr>
        <w:p w14:paraId="1FC5A501" w14:textId="77777777" w:rsidR="005835B0" w:rsidRPr="00332C0C" w:rsidRDefault="005835B0" w:rsidP="00EE6F5F">
          <w:pPr>
            <w:pStyle w:val="Sidhuvud"/>
          </w:pPr>
        </w:p>
      </w:tc>
      <w:tc>
        <w:tcPr>
          <w:tcW w:w="3291" w:type="dxa"/>
        </w:tcPr>
        <w:p w14:paraId="7C57D0AE" w14:textId="77777777" w:rsidR="005835B0" w:rsidRPr="00EF02A6" w:rsidRDefault="005835B0" w:rsidP="00EE6F5F">
          <w:pPr>
            <w:pStyle w:val="Sidhuvud"/>
            <w:rPr>
              <w:b/>
              <w:sz w:val="20"/>
              <w:szCs w:val="20"/>
              <w:highlight w:val="darkMagenta"/>
            </w:rPr>
          </w:pPr>
        </w:p>
      </w:tc>
    </w:tr>
    <w:tr w:rsidR="005835B0" w:rsidRPr="00EF02A6" w14:paraId="69FF0801" w14:textId="77777777" w:rsidTr="00EE6F5F">
      <w:tc>
        <w:tcPr>
          <w:tcW w:w="5291" w:type="dxa"/>
          <w:vMerge/>
        </w:tcPr>
        <w:p w14:paraId="6A60CE27" w14:textId="77777777" w:rsidR="005835B0" w:rsidRPr="00332C0C" w:rsidRDefault="005835B0" w:rsidP="00EE6F5F">
          <w:pPr>
            <w:pStyle w:val="Sidhuvud"/>
          </w:pPr>
        </w:p>
      </w:tc>
      <w:tc>
        <w:tcPr>
          <w:tcW w:w="3291" w:type="dxa"/>
        </w:tcPr>
        <w:p w14:paraId="1ED1999E" w14:textId="77777777" w:rsidR="005835B0" w:rsidRPr="009F2AD1" w:rsidRDefault="005835B0" w:rsidP="009F2AD1">
          <w:pPr>
            <w:pStyle w:val="Sidhuvud"/>
            <w:tabs>
              <w:tab w:val="right" w:pos="3277"/>
            </w:tabs>
            <w:jc w:val="right"/>
            <w:rPr>
              <w:sz w:val="20"/>
              <w:szCs w:val="20"/>
              <w:highlight w:val="red"/>
            </w:rPr>
          </w:pPr>
          <w:r w:rsidRPr="009F2AD1">
            <w:rPr>
              <w:sz w:val="20"/>
              <w:szCs w:val="20"/>
            </w:rPr>
            <w:tab/>
          </w:r>
        </w:p>
      </w:tc>
    </w:tr>
  </w:tbl>
  <w:p w14:paraId="77E304BF" w14:textId="77777777" w:rsidR="005835B0" w:rsidRDefault="005835B0" w:rsidP="00EE6F5F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0550C"/>
    <w:multiLevelType w:val="hybridMultilevel"/>
    <w:tmpl w:val="BD3068BC"/>
    <w:lvl w:ilvl="0" w:tplc="78FA8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3721C"/>
    <w:multiLevelType w:val="hybridMultilevel"/>
    <w:tmpl w:val="FBD48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A629A"/>
    <w:multiLevelType w:val="hybridMultilevel"/>
    <w:tmpl w:val="D2548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C43DE"/>
    <w:multiLevelType w:val="hybridMultilevel"/>
    <w:tmpl w:val="9F505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6178E"/>
    <w:multiLevelType w:val="hybridMultilevel"/>
    <w:tmpl w:val="CBBEB6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0236E7"/>
    <w:multiLevelType w:val="hybridMultilevel"/>
    <w:tmpl w:val="DBA25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405"/>
    <w:multiLevelType w:val="hybridMultilevel"/>
    <w:tmpl w:val="4D3EA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16B9F"/>
    <w:multiLevelType w:val="hybridMultilevel"/>
    <w:tmpl w:val="1520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6169D"/>
    <w:multiLevelType w:val="hybridMultilevel"/>
    <w:tmpl w:val="5F70B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55B17"/>
    <w:multiLevelType w:val="multilevel"/>
    <w:tmpl w:val="E4508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C1555D"/>
    <w:multiLevelType w:val="hybridMultilevel"/>
    <w:tmpl w:val="27728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B670C"/>
    <w:multiLevelType w:val="hybridMultilevel"/>
    <w:tmpl w:val="2364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74F89"/>
    <w:multiLevelType w:val="hybridMultilevel"/>
    <w:tmpl w:val="101428E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E20B3"/>
    <w:multiLevelType w:val="hybridMultilevel"/>
    <w:tmpl w:val="7C0AF87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C6EBE"/>
    <w:multiLevelType w:val="hybridMultilevel"/>
    <w:tmpl w:val="9410A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815A7"/>
    <w:multiLevelType w:val="hybridMultilevel"/>
    <w:tmpl w:val="9A5A1F3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42EC4"/>
    <w:multiLevelType w:val="hybridMultilevel"/>
    <w:tmpl w:val="6FB85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B29BA"/>
    <w:multiLevelType w:val="hybridMultilevel"/>
    <w:tmpl w:val="B6CEA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9B3786"/>
    <w:multiLevelType w:val="hybridMultilevel"/>
    <w:tmpl w:val="B39E2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956665">
    <w:abstractNumId w:val="0"/>
  </w:num>
  <w:num w:numId="2" w16cid:durableId="75131992">
    <w:abstractNumId w:val="9"/>
  </w:num>
  <w:num w:numId="3" w16cid:durableId="1073360015">
    <w:abstractNumId w:val="14"/>
  </w:num>
  <w:num w:numId="4" w16cid:durableId="1267999878">
    <w:abstractNumId w:val="18"/>
  </w:num>
  <w:num w:numId="5" w16cid:durableId="65567581">
    <w:abstractNumId w:val="3"/>
  </w:num>
  <w:num w:numId="6" w16cid:durableId="59989910">
    <w:abstractNumId w:val="2"/>
  </w:num>
  <w:num w:numId="7" w16cid:durableId="1244610815">
    <w:abstractNumId w:val="8"/>
  </w:num>
  <w:num w:numId="8" w16cid:durableId="484980792">
    <w:abstractNumId w:val="1"/>
  </w:num>
  <w:num w:numId="9" w16cid:durableId="1168059272">
    <w:abstractNumId w:val="6"/>
  </w:num>
  <w:num w:numId="10" w16cid:durableId="917247314">
    <w:abstractNumId w:val="17"/>
  </w:num>
  <w:num w:numId="11" w16cid:durableId="447899610">
    <w:abstractNumId w:val="10"/>
  </w:num>
  <w:num w:numId="12" w16cid:durableId="494345796">
    <w:abstractNumId w:val="4"/>
  </w:num>
  <w:num w:numId="13" w16cid:durableId="2000569941">
    <w:abstractNumId w:val="16"/>
  </w:num>
  <w:num w:numId="14" w16cid:durableId="1164319432">
    <w:abstractNumId w:val="11"/>
  </w:num>
  <w:num w:numId="15" w16cid:durableId="547382509">
    <w:abstractNumId w:val="7"/>
  </w:num>
  <w:num w:numId="16" w16cid:durableId="1632587843">
    <w:abstractNumId w:val="5"/>
  </w:num>
  <w:num w:numId="17" w16cid:durableId="520631243">
    <w:abstractNumId w:val="15"/>
  </w:num>
  <w:num w:numId="18" w16cid:durableId="966397058">
    <w:abstractNumId w:val="13"/>
  </w:num>
  <w:num w:numId="19" w16cid:durableId="12070587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04D"/>
    <w:rsid w:val="00006DE3"/>
    <w:rsid w:val="00020C98"/>
    <w:rsid w:val="00032FC5"/>
    <w:rsid w:val="000616CA"/>
    <w:rsid w:val="0007228B"/>
    <w:rsid w:val="00090B6D"/>
    <w:rsid w:val="00093EA3"/>
    <w:rsid w:val="00095674"/>
    <w:rsid w:val="000B3987"/>
    <w:rsid w:val="00100F15"/>
    <w:rsid w:val="0010321F"/>
    <w:rsid w:val="00104C0F"/>
    <w:rsid w:val="00127359"/>
    <w:rsid w:val="0013088E"/>
    <w:rsid w:val="00132420"/>
    <w:rsid w:val="001553BC"/>
    <w:rsid w:val="00172060"/>
    <w:rsid w:val="00174036"/>
    <w:rsid w:val="00187932"/>
    <w:rsid w:val="0019170C"/>
    <w:rsid w:val="001961D3"/>
    <w:rsid w:val="001A1E45"/>
    <w:rsid w:val="001D2125"/>
    <w:rsid w:val="001F22AB"/>
    <w:rsid w:val="00214766"/>
    <w:rsid w:val="00222926"/>
    <w:rsid w:val="002264F1"/>
    <w:rsid w:val="00232B39"/>
    <w:rsid w:val="00240E38"/>
    <w:rsid w:val="00244855"/>
    <w:rsid w:val="0024743D"/>
    <w:rsid w:val="00280112"/>
    <w:rsid w:val="00281D97"/>
    <w:rsid w:val="002833C8"/>
    <w:rsid w:val="00284F79"/>
    <w:rsid w:val="002A5255"/>
    <w:rsid w:val="002D102A"/>
    <w:rsid w:val="002F37C5"/>
    <w:rsid w:val="003311DC"/>
    <w:rsid w:val="00332BB9"/>
    <w:rsid w:val="0033734B"/>
    <w:rsid w:val="003454B7"/>
    <w:rsid w:val="003543A5"/>
    <w:rsid w:val="0037707D"/>
    <w:rsid w:val="003921B7"/>
    <w:rsid w:val="003B1B9E"/>
    <w:rsid w:val="003F76F0"/>
    <w:rsid w:val="004129D6"/>
    <w:rsid w:val="00431F32"/>
    <w:rsid w:val="004403BB"/>
    <w:rsid w:val="004644D1"/>
    <w:rsid w:val="004651B4"/>
    <w:rsid w:val="0046596F"/>
    <w:rsid w:val="00471852"/>
    <w:rsid w:val="004817F0"/>
    <w:rsid w:val="00483015"/>
    <w:rsid w:val="004872B9"/>
    <w:rsid w:val="004A1AC6"/>
    <w:rsid w:val="004A2ADA"/>
    <w:rsid w:val="004C12FD"/>
    <w:rsid w:val="004C711B"/>
    <w:rsid w:val="004F19B1"/>
    <w:rsid w:val="00507693"/>
    <w:rsid w:val="005366B3"/>
    <w:rsid w:val="005373E1"/>
    <w:rsid w:val="00542ACE"/>
    <w:rsid w:val="0054320C"/>
    <w:rsid w:val="00560359"/>
    <w:rsid w:val="00561348"/>
    <w:rsid w:val="00581AA9"/>
    <w:rsid w:val="005835B0"/>
    <w:rsid w:val="00592CFD"/>
    <w:rsid w:val="00595101"/>
    <w:rsid w:val="005A1C84"/>
    <w:rsid w:val="005A3ED4"/>
    <w:rsid w:val="005A58C9"/>
    <w:rsid w:val="005D2EB4"/>
    <w:rsid w:val="005F3CDA"/>
    <w:rsid w:val="0062407E"/>
    <w:rsid w:val="00625D07"/>
    <w:rsid w:val="00645BE4"/>
    <w:rsid w:val="00653444"/>
    <w:rsid w:val="00672341"/>
    <w:rsid w:val="006B6D0F"/>
    <w:rsid w:val="006D475A"/>
    <w:rsid w:val="00716BE7"/>
    <w:rsid w:val="00751ED2"/>
    <w:rsid w:val="00763877"/>
    <w:rsid w:val="00781CEC"/>
    <w:rsid w:val="00782049"/>
    <w:rsid w:val="00792B1F"/>
    <w:rsid w:val="007A187B"/>
    <w:rsid w:val="007B3825"/>
    <w:rsid w:val="007E59C8"/>
    <w:rsid w:val="0080598A"/>
    <w:rsid w:val="00825FC8"/>
    <w:rsid w:val="0082660C"/>
    <w:rsid w:val="008271E4"/>
    <w:rsid w:val="00834DB3"/>
    <w:rsid w:val="00864DCF"/>
    <w:rsid w:val="008840E9"/>
    <w:rsid w:val="008C5D2C"/>
    <w:rsid w:val="008D3344"/>
    <w:rsid w:val="008E77E2"/>
    <w:rsid w:val="00992989"/>
    <w:rsid w:val="009B2B73"/>
    <w:rsid w:val="009E0260"/>
    <w:rsid w:val="009E2E33"/>
    <w:rsid w:val="009F104D"/>
    <w:rsid w:val="009F1575"/>
    <w:rsid w:val="009F2AD1"/>
    <w:rsid w:val="009F3A7A"/>
    <w:rsid w:val="00A2703F"/>
    <w:rsid w:val="00A4011C"/>
    <w:rsid w:val="00A708F9"/>
    <w:rsid w:val="00A953A8"/>
    <w:rsid w:val="00AA3564"/>
    <w:rsid w:val="00AA7E42"/>
    <w:rsid w:val="00AD66C8"/>
    <w:rsid w:val="00AF56B1"/>
    <w:rsid w:val="00AF7A03"/>
    <w:rsid w:val="00B0471B"/>
    <w:rsid w:val="00B0708A"/>
    <w:rsid w:val="00B15FB3"/>
    <w:rsid w:val="00B40B6F"/>
    <w:rsid w:val="00B568CF"/>
    <w:rsid w:val="00B65B6B"/>
    <w:rsid w:val="00B84620"/>
    <w:rsid w:val="00B97C33"/>
    <w:rsid w:val="00BC1B65"/>
    <w:rsid w:val="00BC2D8A"/>
    <w:rsid w:val="00BC35EA"/>
    <w:rsid w:val="00BE5C0E"/>
    <w:rsid w:val="00C011C8"/>
    <w:rsid w:val="00C16F69"/>
    <w:rsid w:val="00C276D9"/>
    <w:rsid w:val="00C46B0B"/>
    <w:rsid w:val="00C632BC"/>
    <w:rsid w:val="00C72A4C"/>
    <w:rsid w:val="00C73056"/>
    <w:rsid w:val="00C8391C"/>
    <w:rsid w:val="00CA3389"/>
    <w:rsid w:val="00CB5DA4"/>
    <w:rsid w:val="00CC708E"/>
    <w:rsid w:val="00CD4EB0"/>
    <w:rsid w:val="00CE6D97"/>
    <w:rsid w:val="00CF080C"/>
    <w:rsid w:val="00CF1034"/>
    <w:rsid w:val="00D54B43"/>
    <w:rsid w:val="00D93E9B"/>
    <w:rsid w:val="00D978B6"/>
    <w:rsid w:val="00DA286B"/>
    <w:rsid w:val="00DB08CE"/>
    <w:rsid w:val="00DB60CB"/>
    <w:rsid w:val="00DE5196"/>
    <w:rsid w:val="00E02B88"/>
    <w:rsid w:val="00E37248"/>
    <w:rsid w:val="00E732F9"/>
    <w:rsid w:val="00E77C6F"/>
    <w:rsid w:val="00E83835"/>
    <w:rsid w:val="00EB79F7"/>
    <w:rsid w:val="00EC640E"/>
    <w:rsid w:val="00EE6F5F"/>
    <w:rsid w:val="00F048A1"/>
    <w:rsid w:val="00F1008D"/>
    <w:rsid w:val="00F10AD4"/>
    <w:rsid w:val="00F2151D"/>
    <w:rsid w:val="00F27DF2"/>
    <w:rsid w:val="00F60D54"/>
    <w:rsid w:val="00F93116"/>
    <w:rsid w:val="00F93997"/>
    <w:rsid w:val="00FA50B3"/>
    <w:rsid w:val="00FB55E6"/>
    <w:rsid w:val="00FD2ACD"/>
    <w:rsid w:val="00FD4358"/>
    <w:rsid w:val="00FD4B13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DA478E"/>
  <w15:docId w15:val="{EFE7F61D-5C4A-43A8-B3D9-C0448310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2AB"/>
    <w:pPr>
      <w:spacing w:after="0" w:line="240" w:lineRule="auto"/>
    </w:pPr>
  </w:style>
  <w:style w:type="paragraph" w:styleId="Rubrik2">
    <w:name w:val="heading 2"/>
    <w:basedOn w:val="Normal"/>
    <w:next w:val="Normal"/>
    <w:link w:val="Rubrik2Char"/>
    <w:qFormat/>
    <w:rsid w:val="00AF56B1"/>
    <w:pPr>
      <w:jc w:val="center"/>
      <w:outlineLvl w:val="1"/>
    </w:pPr>
    <w:rPr>
      <w:b/>
      <w:bCs/>
      <w:color w:val="000000"/>
      <w:kern w:val="28"/>
      <w:lang w:val="en-CA" w:eastAsia="en-CA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72A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17Tabelltext">
    <w:name w:val="17_Tabelltext"/>
    <w:rsid w:val="001F22AB"/>
    <w:pPr>
      <w:spacing w:before="40" w:after="20" w:line="240" w:lineRule="auto"/>
      <w:jc w:val="both"/>
    </w:pPr>
    <w:rPr>
      <w:rFonts w:eastAsia="Times New Roman" w:cs="Times New Roman"/>
      <w:sz w:val="18"/>
      <w:lang w:eastAsia="sv-SE"/>
    </w:rPr>
  </w:style>
  <w:style w:type="paragraph" w:customStyle="1" w:styleId="16Tabellhuvud">
    <w:name w:val="16_Tabellhuvud"/>
    <w:basedOn w:val="Normal"/>
    <w:next w:val="17Tabelltext"/>
    <w:rsid w:val="001F22AB"/>
  </w:style>
  <w:style w:type="character" w:styleId="Kommentarsreferens">
    <w:name w:val="annotation reference"/>
    <w:basedOn w:val="Standardstycketeckensnitt"/>
    <w:uiPriority w:val="99"/>
    <w:semiHidden/>
    <w:unhideWhenUsed/>
    <w:rsid w:val="001F22AB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1F22AB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1F22AB"/>
    <w:rPr>
      <w:rFonts w:ascii="Times New Roman" w:eastAsia="Times New Roman" w:hAnsi="Times New Roman" w:cs="Times New Roman"/>
      <w:sz w:val="20"/>
      <w:szCs w:val="20"/>
      <w:lang w:eastAsia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1F22AB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F22AB"/>
    <w:rPr>
      <w:rFonts w:ascii="Tahoma" w:eastAsia="Times New Roman" w:hAnsi="Tahoma" w:cs="Tahoma"/>
      <w:sz w:val="16"/>
      <w:szCs w:val="16"/>
      <w:lang w:eastAsia="sv-SE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9F3A7A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9F3A7A"/>
    <w:rPr>
      <w:rFonts w:ascii="Times New Roman" w:eastAsia="Times New Roman" w:hAnsi="Times New Roman" w:cs="Times New Roman"/>
      <w:b/>
      <w:bCs/>
      <w:sz w:val="20"/>
      <w:szCs w:val="20"/>
      <w:lang w:eastAsia="sv-SE"/>
    </w:rPr>
  </w:style>
  <w:style w:type="character" w:customStyle="1" w:styleId="apple-converted-space">
    <w:name w:val="apple-converted-space"/>
    <w:basedOn w:val="Standardstycketeckensnitt"/>
    <w:rsid w:val="00782049"/>
  </w:style>
  <w:style w:type="paragraph" w:styleId="Liststycke">
    <w:name w:val="List Paragraph"/>
    <w:basedOn w:val="Normal"/>
    <w:uiPriority w:val="34"/>
    <w:qFormat/>
    <w:rsid w:val="00782049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782049"/>
    <w:rPr>
      <w:color w:val="0000FF" w:themeColor="hyperlink"/>
      <w:u w:val="single"/>
    </w:rPr>
  </w:style>
  <w:style w:type="paragraph" w:styleId="Sidfot">
    <w:name w:val="footer"/>
    <w:basedOn w:val="Normal"/>
    <w:link w:val="SidfotChar"/>
    <w:uiPriority w:val="99"/>
    <w:unhideWhenUsed/>
    <w:rsid w:val="00CD4EB0"/>
    <w:pPr>
      <w:tabs>
        <w:tab w:val="center" w:pos="4153"/>
        <w:tab w:val="right" w:pos="8306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CD4EB0"/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Sidnummer">
    <w:name w:val="page number"/>
    <w:basedOn w:val="Standardstycketeckensnitt"/>
    <w:uiPriority w:val="99"/>
    <w:semiHidden/>
    <w:unhideWhenUsed/>
    <w:rsid w:val="00CD4EB0"/>
  </w:style>
  <w:style w:type="paragraph" w:styleId="Sidhuvud">
    <w:name w:val="header"/>
    <w:basedOn w:val="Normal"/>
    <w:link w:val="SidhuvudChar"/>
    <w:unhideWhenUsed/>
    <w:rsid w:val="00EE6F5F"/>
    <w:pPr>
      <w:tabs>
        <w:tab w:val="center" w:pos="4153"/>
        <w:tab w:val="right" w:pos="8306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E6F5F"/>
    <w:rPr>
      <w:rFonts w:ascii="Times New Roman" w:eastAsia="Times New Roman" w:hAnsi="Times New Roman" w:cs="Times New Roman"/>
      <w:sz w:val="24"/>
      <w:szCs w:val="24"/>
      <w:lang w:eastAsia="sv-SE"/>
    </w:rPr>
  </w:style>
  <w:style w:type="table" w:styleId="Tabellrutnt">
    <w:name w:val="Table Grid"/>
    <w:basedOn w:val="Normaltabell"/>
    <w:uiPriority w:val="39"/>
    <w:rsid w:val="00CE6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2Char">
    <w:name w:val="Rubrik 2 Char"/>
    <w:basedOn w:val="Standardstycketeckensnitt"/>
    <w:link w:val="Rubrik2"/>
    <w:rsid w:val="00AF56B1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styleId="Fotnotstext">
    <w:name w:val="footnote text"/>
    <w:basedOn w:val="Normal"/>
    <w:link w:val="FotnotstextChar"/>
    <w:uiPriority w:val="99"/>
    <w:unhideWhenUsed/>
    <w:rsid w:val="00592CFD"/>
  </w:style>
  <w:style w:type="character" w:customStyle="1" w:styleId="FotnotstextChar">
    <w:name w:val="Fotnotstext Char"/>
    <w:basedOn w:val="Standardstycketeckensnitt"/>
    <w:link w:val="Fotnotstext"/>
    <w:uiPriority w:val="99"/>
    <w:rsid w:val="00592CFD"/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Fotnotsreferens">
    <w:name w:val="footnote reference"/>
    <w:basedOn w:val="Standardstycketeckensnitt"/>
    <w:uiPriority w:val="99"/>
    <w:unhideWhenUsed/>
    <w:rsid w:val="00592CFD"/>
    <w:rPr>
      <w:vertAlign w:val="superscript"/>
    </w:rPr>
  </w:style>
  <w:style w:type="character" w:styleId="AnvndHyperlnk">
    <w:name w:val="FollowedHyperlink"/>
    <w:basedOn w:val="Standardstycketeckensnitt"/>
    <w:uiPriority w:val="99"/>
    <w:semiHidden/>
    <w:unhideWhenUsed/>
    <w:rsid w:val="00592CFD"/>
    <w:rPr>
      <w:color w:val="800080" w:themeColor="followedHyperlink"/>
      <w:u w:val="single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72A4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rmalwebb">
    <w:name w:val="Normal (Web)"/>
    <w:basedOn w:val="Normal"/>
    <w:uiPriority w:val="99"/>
    <w:unhideWhenUsed/>
    <w:rsid w:val="00C72A4C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styleId="Ingetavstnd">
    <w:name w:val="No Spacing"/>
    <w:uiPriority w:val="1"/>
    <w:qFormat/>
    <w:rsid w:val="00645BE4"/>
    <w:pPr>
      <w:spacing w:after="0" w:line="240" w:lineRule="auto"/>
    </w:pPr>
  </w:style>
  <w:style w:type="paragraph" w:customStyle="1" w:styleId="Default">
    <w:name w:val="Default"/>
    <w:rsid w:val="004651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lang w:val="en-CA" w:eastAsia="en-CA"/>
    </w:rPr>
  </w:style>
  <w:style w:type="paragraph" w:customStyle="1" w:styleId="CM1">
    <w:name w:val="CM1"/>
    <w:basedOn w:val="Default"/>
    <w:next w:val="Default"/>
    <w:rsid w:val="004651B4"/>
    <w:rPr>
      <w:rFonts w:cs="Times New Roman"/>
      <w:color w:val="auto"/>
    </w:rPr>
  </w:style>
  <w:style w:type="character" w:customStyle="1" w:styleId="Olstomnmnande1">
    <w:name w:val="Olöst omnämnande1"/>
    <w:basedOn w:val="Standardstycketeckensnitt"/>
    <w:uiPriority w:val="99"/>
    <w:rsid w:val="00222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8221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6012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23761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319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915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39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6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001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1961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0444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233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2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537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5857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0109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0472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147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2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616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2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182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2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5095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612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93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057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704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0677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9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512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3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152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7808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7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899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444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9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8612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881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707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836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9747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200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903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0247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7255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983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269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2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15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629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4044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3003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853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8467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3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779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50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0939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95217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9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6450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296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8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606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800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6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6838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0368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9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369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374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151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210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734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126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2344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1146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0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521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26174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567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220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794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1822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728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284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4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108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123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0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837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53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1699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2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808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310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65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3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659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557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643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5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1028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1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45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6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92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7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0825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0870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413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14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5368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072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5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866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561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670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8729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4270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368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577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7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496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6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553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7807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34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5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967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59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715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3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44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1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448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7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130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9479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599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854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0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8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7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3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48454688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29025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19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68525190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97462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992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204239422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81371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1486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210071301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43709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173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84201422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39643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131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63197814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670120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840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6701541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8942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524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89696503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05075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412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25166538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0783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157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77814024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7991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507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58356503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91524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618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92623312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20521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386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206171181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09796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407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60477268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9705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383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51303627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06659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302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64666392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03519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729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83407711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75831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861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30242293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56953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30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91281137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50298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631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86016250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08039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49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70250787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16256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6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45177732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77234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608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2040040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13819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977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1737781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4502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128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81876830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41046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409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203483774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03017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431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6765494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56012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846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93829424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9035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499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40456676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64345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706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51465616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54952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59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41544608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64012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795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79525215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87028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69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83575950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99000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73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55970177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25326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006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1726303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42958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11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208779683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71413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545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25586944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52288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74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32948142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16240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540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99703043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89933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860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47900686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7565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754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86483177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26180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759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82643582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03727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686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67294633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963040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135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71804601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78362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690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59790023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0644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942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91778666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20023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7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81922378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2496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866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74267528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90546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928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92232661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97877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456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03897312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12764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81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73403577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95058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04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50929888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9932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739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54490678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20834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052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35272911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790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564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93227830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91240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78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12022540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436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903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21412349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68662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979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32999265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07204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5153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226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521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0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7239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0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6798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7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617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922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1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125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193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5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438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73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6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7474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4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82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7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2803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582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0950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331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8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866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0309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731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9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8677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0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88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4564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338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8951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757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9918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6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082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7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578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0762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3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8944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1005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521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9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517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200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048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3046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2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6210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4191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941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079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6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4516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28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29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4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85370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6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794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5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400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402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0717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229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728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366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080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87334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927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8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0697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993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7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056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137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4348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4393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4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885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639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832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8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19119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770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5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21855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7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5986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3581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7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0856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73790012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93298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214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89207733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78717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684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00841038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45195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626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88260164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22466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595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43740508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82143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581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07466661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075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502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78672959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4033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051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77197257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557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204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67792314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84417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444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24468160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5123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356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41211715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225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743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64759174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99390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971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38942025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80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355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94807721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0004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977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42180021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30354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083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46954409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81059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315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209401247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05362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044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31244018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13213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509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40648650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4854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560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08949784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644107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092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78372264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53709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736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45818541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88247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574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38236035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0960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861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33923335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825062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015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833459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895800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77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25019367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35704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350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34598438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86938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144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739183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170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526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55099592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964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204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47383568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443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295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27428532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6252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064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209997899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2378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92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89766796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79907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015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83769575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77006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976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906715773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7934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250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94739364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24579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837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53460999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35193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3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77393680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90046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243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99307288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35180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174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58715463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14517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012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99361022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4508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321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87893273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302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56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59385662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69650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514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7296411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216509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992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77304045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73889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971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82106877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596960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607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157307528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1043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354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98373209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31170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2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710149317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883510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701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54075449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78105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532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900679830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322793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268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31603556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45750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717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211500381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92797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748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494809425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761372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071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897857746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92341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227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435104122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522166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912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FFFFFF"/>
                                <w:left w:val="single" w:sz="6" w:space="0" w:color="FFFFFF"/>
                                <w:bottom w:val="single" w:sz="6" w:space="3" w:color="FFFFFF"/>
                                <w:right w:val="single" w:sz="6" w:space="6" w:color="FFFFFF"/>
                              </w:divBdr>
                              <w:divsChild>
                                <w:div w:id="867647799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04451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954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EFEEEE"/>
                                <w:left w:val="single" w:sz="6" w:space="0" w:color="EFEEEE"/>
                                <w:bottom w:val="single" w:sz="6" w:space="3" w:color="EFEEEE"/>
                                <w:right w:val="single" w:sz="6" w:space="6" w:color="EFEEEE"/>
                              </w:divBdr>
                              <w:divsChild>
                                <w:div w:id="1592229124">
                                  <w:marLeft w:val="0"/>
                                  <w:marRight w:val="16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37844">
                                      <w:marLeft w:val="58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nbrit.knutssoen\Desktop\Leveransmall_ny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89C386F042F14A966999133A5982B7" ma:contentTypeVersion="" ma:contentTypeDescription="Opprett et nytt dokument." ma:contentTypeScope="" ma:versionID="45cd778f3081164292d86e1c9e75f9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dedbe02e5fbe8e008a5bcb870cd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C38B05-5A9F-4D24-8803-EA2F26580E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2BC0D5-2A8A-4E61-83F1-DF908B2D8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E72FD3-B634-4938-9D07-E9D608DECB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648AB5-BCE6-4B8B-84F6-DBB03AC186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Leveransmall_ny</Template>
  <TotalTime>0</TotalTime>
  <Pages>7</Pages>
  <Words>2347</Words>
  <Characters>12444</Characters>
  <Application>Microsoft Office Word</Application>
  <DocSecurity>0</DocSecurity>
  <Lines>103</Lines>
  <Paragraphs>29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SBU</Company>
  <LinksUpToDate>false</LinksUpToDate>
  <CharactersWithSpaces>14762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Gun Brit Knutssøn</dc:creator>
  <cp:lastModifiedBy>Veronica Svärd</cp:lastModifiedBy>
  <cp:revision>2</cp:revision>
  <cp:lastPrinted>2013-12-13T13:28:00Z</cp:lastPrinted>
  <dcterms:created xsi:type="dcterms:W3CDTF">2022-07-29T08:13:00Z</dcterms:created>
  <dcterms:modified xsi:type="dcterms:W3CDTF">2022-07-29T08:13:00Z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0x010100E189C386F042F14A966999133A5982B7</vt:lpwstr>
  </property>
</Properties>
</file>